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End w:id="0"/>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77777777" w:rsidR="002965D7" w:rsidRPr="002C20E7" w:rsidRDefault="002965D7" w:rsidP="002965D7">
      <w:pPr>
        <w:pStyle w:val="ChapterTitle"/>
        <w:rPr>
          <w:rFonts w:ascii="Calibri" w:hAnsi="Calibri" w:cs="Arial"/>
          <w:sz w:val="20"/>
          <w:szCs w:val="20"/>
        </w:rPr>
      </w:pPr>
      <w:r w:rsidRPr="002C20E7">
        <w:rPr>
          <w:rFonts w:ascii="Calibri" w:hAnsi="Calibri" w:cs="Arial"/>
          <w:caps/>
          <w:sz w:val="20"/>
          <w:szCs w:val="20"/>
        </w:rPr>
        <w:t>jednolitY europejski dokumentu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7A950C63"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 </w:t>
      </w:r>
      <w:r w:rsidRPr="002C20E7">
        <w:rPr>
          <w:rFonts w:ascii="Calibri" w:hAnsi="Calibri" w:cs="Arial"/>
          <w:b/>
          <w:sz w:val="20"/>
        </w:rPr>
        <w:t xml:space="preserve">Dz.U. UE S numer ………./………., data ……………., strona ………. </w:t>
      </w:r>
    </w:p>
    <w:p w14:paraId="43093384"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Numer ogłoszenia w Dz.U. S: ………/S …..-…………..</w:t>
      </w:r>
    </w:p>
    <w:p w14:paraId="530A2B0A"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p>
    <w:p w14:paraId="5BA1DBFB"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2965D7" w:rsidRPr="002C20E7" w14:paraId="74AEA434" w14:textId="77777777" w:rsidTr="002965D7">
        <w:trPr>
          <w:trHeight w:val="349"/>
        </w:trPr>
        <w:tc>
          <w:tcPr>
            <w:tcW w:w="4538"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4524"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tr>
      <w:tr w:rsidR="002965D7" w:rsidRPr="002C20E7" w14:paraId="5B9BF24E" w14:textId="77777777" w:rsidTr="002965D7">
        <w:trPr>
          <w:trHeight w:val="349"/>
        </w:trPr>
        <w:tc>
          <w:tcPr>
            <w:tcW w:w="4538"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4524" w:type="dxa"/>
            <w:shd w:val="clear" w:color="auto" w:fill="auto"/>
          </w:tcPr>
          <w:p w14:paraId="6EF8D8A4" w14:textId="74B2C4DE" w:rsidR="002965D7" w:rsidRPr="00137852" w:rsidRDefault="00137852" w:rsidP="002965D7">
            <w:pPr>
              <w:rPr>
                <w:rFonts w:ascii="Calibri" w:hAnsi="Calibri" w:cs="Arial"/>
                <w:b/>
                <w:sz w:val="20"/>
              </w:rPr>
            </w:pPr>
            <w:r>
              <w:rPr>
                <w:rFonts w:ascii="Calibri" w:hAnsi="Calibri" w:cs="Arial"/>
                <w:b/>
                <w:sz w:val="20"/>
              </w:rPr>
              <w:t>PGE Energia Ciepła S.A.</w:t>
            </w:r>
          </w:p>
        </w:tc>
      </w:tr>
      <w:tr w:rsidR="002965D7" w:rsidRPr="002C20E7" w14:paraId="2C319B75" w14:textId="77777777" w:rsidTr="002965D7">
        <w:trPr>
          <w:trHeight w:val="485"/>
        </w:trPr>
        <w:tc>
          <w:tcPr>
            <w:tcW w:w="4538"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4524" w:type="dxa"/>
            <w:shd w:val="clear" w:color="auto" w:fill="auto"/>
          </w:tcPr>
          <w:p w14:paraId="34C2B1F4" w14:textId="77777777" w:rsidR="002965D7" w:rsidRPr="002C20E7" w:rsidRDefault="002965D7" w:rsidP="002965D7">
            <w:pPr>
              <w:rPr>
                <w:rFonts w:ascii="Calibri" w:hAnsi="Calibri" w:cs="Arial"/>
                <w:b/>
                <w:i/>
                <w:sz w:val="20"/>
              </w:rPr>
            </w:pPr>
            <w:r w:rsidRPr="002C20E7">
              <w:rPr>
                <w:rFonts w:ascii="Calibri" w:hAnsi="Calibri" w:cs="Arial"/>
                <w:b/>
                <w:i/>
                <w:sz w:val="20"/>
              </w:rPr>
              <w:t>Odpowiedź:</w:t>
            </w:r>
          </w:p>
        </w:tc>
      </w:tr>
      <w:tr w:rsidR="002965D7" w:rsidRPr="002C20E7" w14:paraId="3761BD2B" w14:textId="77777777" w:rsidTr="002965D7">
        <w:trPr>
          <w:trHeight w:val="484"/>
        </w:trPr>
        <w:tc>
          <w:tcPr>
            <w:tcW w:w="4538" w:type="dxa"/>
            <w:shd w:val="clear" w:color="auto" w:fill="auto"/>
          </w:tcPr>
          <w:p w14:paraId="0625ABBA" w14:textId="77777777" w:rsidR="002965D7" w:rsidRPr="002C20E7" w:rsidRDefault="002965D7" w:rsidP="002965D7">
            <w:pPr>
              <w:rPr>
                <w:rFonts w:ascii="Calibri" w:hAnsi="Calibri" w:cs="Arial"/>
                <w:sz w:val="20"/>
              </w:rPr>
            </w:pPr>
            <w:r w:rsidRPr="002C20E7">
              <w:rPr>
                <w:rFonts w:ascii="Calibri" w:hAnsi="Calibri" w:cs="Arial"/>
                <w:sz w:val="20"/>
              </w:rPr>
              <w:t>Tytuł lub krótki opis udzielanego zamówienia</w:t>
            </w:r>
            <w:r w:rsidRPr="002C20E7">
              <w:rPr>
                <w:rStyle w:val="Odwoanieprzypisudolnego"/>
                <w:rFonts w:ascii="Calibri" w:hAnsi="Calibri"/>
                <w:sz w:val="20"/>
              </w:rPr>
              <w:footnoteReference w:id="2"/>
            </w:r>
            <w:r w:rsidRPr="002C20E7">
              <w:rPr>
                <w:rFonts w:ascii="Calibri" w:hAnsi="Calibri" w:cs="Arial"/>
                <w:sz w:val="20"/>
              </w:rPr>
              <w:t>:</w:t>
            </w:r>
          </w:p>
        </w:tc>
        <w:tc>
          <w:tcPr>
            <w:tcW w:w="4524" w:type="dxa"/>
            <w:shd w:val="clear" w:color="auto" w:fill="auto"/>
          </w:tcPr>
          <w:p w14:paraId="6E39B856" w14:textId="0D2B22F5" w:rsidR="002965D7" w:rsidRPr="0012433B" w:rsidRDefault="0012433B" w:rsidP="0012433B">
            <w:pPr>
              <w:rPr>
                <w:rFonts w:ascii="Calibri" w:hAnsi="Calibri" w:cs="Arial"/>
                <w:b/>
                <w:sz w:val="20"/>
              </w:rPr>
            </w:pPr>
            <w:proofErr w:type="spellStart"/>
            <w:r w:rsidRPr="0012433B">
              <w:rPr>
                <w:rFonts w:ascii="Calibri" w:hAnsi="Calibri" w:cs="Arial"/>
                <w:b/>
                <w:sz w:val="20"/>
              </w:rPr>
              <w:t>Przegląd</w:t>
            </w:r>
            <w:proofErr w:type="spellEnd"/>
            <w:r w:rsidRPr="0012433B">
              <w:rPr>
                <w:rFonts w:ascii="Calibri" w:hAnsi="Calibri" w:cs="Arial"/>
                <w:b/>
                <w:sz w:val="20"/>
              </w:rPr>
              <w:t xml:space="preserve">, </w:t>
            </w:r>
            <w:proofErr w:type="spellStart"/>
            <w:r w:rsidRPr="0012433B">
              <w:rPr>
                <w:rFonts w:ascii="Calibri" w:hAnsi="Calibri" w:cs="Arial"/>
                <w:b/>
                <w:sz w:val="20"/>
              </w:rPr>
              <w:t>konserwacja</w:t>
            </w:r>
            <w:proofErr w:type="spellEnd"/>
            <w:r w:rsidRPr="0012433B">
              <w:rPr>
                <w:rFonts w:ascii="Calibri" w:hAnsi="Calibri" w:cs="Arial"/>
                <w:b/>
                <w:sz w:val="20"/>
              </w:rPr>
              <w:t xml:space="preserve">, </w:t>
            </w:r>
            <w:proofErr w:type="spellStart"/>
            <w:r w:rsidRPr="0012433B">
              <w:rPr>
                <w:rFonts w:ascii="Calibri" w:hAnsi="Calibri" w:cs="Arial"/>
                <w:b/>
                <w:sz w:val="20"/>
              </w:rPr>
              <w:t>serwis</w:t>
            </w:r>
            <w:proofErr w:type="spellEnd"/>
            <w:r w:rsidRPr="0012433B">
              <w:rPr>
                <w:rFonts w:ascii="Calibri" w:hAnsi="Calibri" w:cs="Arial"/>
                <w:b/>
                <w:sz w:val="20"/>
              </w:rPr>
              <w:t xml:space="preserve"> </w:t>
            </w:r>
            <w:proofErr w:type="spellStart"/>
            <w:r w:rsidRPr="0012433B">
              <w:rPr>
                <w:rFonts w:ascii="Calibri" w:hAnsi="Calibri" w:cs="Arial"/>
                <w:b/>
                <w:sz w:val="20"/>
              </w:rPr>
              <w:t>systemów</w:t>
            </w:r>
            <w:proofErr w:type="spellEnd"/>
            <w:r w:rsidRPr="0012433B">
              <w:rPr>
                <w:rFonts w:ascii="Calibri" w:hAnsi="Calibri" w:cs="Arial"/>
                <w:b/>
                <w:sz w:val="20"/>
              </w:rPr>
              <w:t xml:space="preserve"> </w:t>
            </w:r>
            <w:proofErr w:type="spellStart"/>
            <w:r w:rsidRPr="0012433B">
              <w:rPr>
                <w:rFonts w:ascii="Calibri" w:hAnsi="Calibri" w:cs="Arial"/>
                <w:b/>
                <w:sz w:val="20"/>
              </w:rPr>
              <w:t>sygnalizacji</w:t>
            </w:r>
            <w:proofErr w:type="spellEnd"/>
            <w:r w:rsidRPr="0012433B">
              <w:rPr>
                <w:rFonts w:ascii="Calibri" w:hAnsi="Calibri" w:cs="Arial"/>
                <w:b/>
                <w:sz w:val="20"/>
              </w:rPr>
              <w:t xml:space="preserve"> </w:t>
            </w:r>
            <w:proofErr w:type="spellStart"/>
            <w:r w:rsidRPr="0012433B">
              <w:rPr>
                <w:rFonts w:ascii="Calibri" w:hAnsi="Calibri" w:cs="Arial"/>
                <w:b/>
                <w:sz w:val="20"/>
              </w:rPr>
              <w:t>pożaru</w:t>
            </w:r>
            <w:proofErr w:type="spellEnd"/>
            <w:r w:rsidRPr="0012433B">
              <w:rPr>
                <w:rFonts w:ascii="Calibri" w:hAnsi="Calibri" w:cs="Arial"/>
                <w:b/>
                <w:sz w:val="20"/>
              </w:rPr>
              <w:t xml:space="preserve">, </w:t>
            </w:r>
            <w:proofErr w:type="spellStart"/>
            <w:r w:rsidRPr="0012433B">
              <w:rPr>
                <w:rFonts w:ascii="Calibri" w:hAnsi="Calibri" w:cs="Arial"/>
                <w:b/>
                <w:sz w:val="20"/>
              </w:rPr>
              <w:t>odd</w:t>
            </w:r>
            <w:r w:rsidRPr="0012433B">
              <w:rPr>
                <w:rFonts w:ascii="Calibri" w:hAnsi="Calibri" w:cs="Arial"/>
                <w:b/>
                <w:sz w:val="20"/>
              </w:rPr>
              <w:t>ymiania</w:t>
            </w:r>
            <w:proofErr w:type="spellEnd"/>
            <w:r w:rsidRPr="0012433B">
              <w:rPr>
                <w:rFonts w:ascii="Calibri" w:hAnsi="Calibri" w:cs="Arial"/>
                <w:b/>
                <w:sz w:val="20"/>
              </w:rPr>
              <w:t xml:space="preserve"> </w:t>
            </w:r>
            <w:proofErr w:type="spellStart"/>
            <w:r w:rsidRPr="0012433B">
              <w:rPr>
                <w:rFonts w:ascii="Calibri" w:hAnsi="Calibri" w:cs="Arial"/>
                <w:b/>
                <w:sz w:val="20"/>
              </w:rPr>
              <w:t>oraz</w:t>
            </w:r>
            <w:proofErr w:type="spellEnd"/>
            <w:r w:rsidRPr="0012433B">
              <w:rPr>
                <w:rFonts w:ascii="Calibri" w:hAnsi="Calibri" w:cs="Arial"/>
                <w:b/>
                <w:sz w:val="20"/>
              </w:rPr>
              <w:t xml:space="preserve"> </w:t>
            </w:r>
            <w:proofErr w:type="spellStart"/>
            <w:r w:rsidRPr="0012433B">
              <w:rPr>
                <w:rFonts w:ascii="Calibri" w:hAnsi="Calibri" w:cs="Arial"/>
                <w:b/>
                <w:sz w:val="20"/>
              </w:rPr>
              <w:t>gaszenia</w:t>
            </w:r>
            <w:proofErr w:type="spellEnd"/>
            <w:r w:rsidRPr="0012433B">
              <w:rPr>
                <w:rFonts w:ascii="Calibri" w:hAnsi="Calibri" w:cs="Arial"/>
                <w:b/>
                <w:sz w:val="20"/>
              </w:rPr>
              <w:t xml:space="preserve"> w PGE EC </w:t>
            </w:r>
            <w:proofErr w:type="spellStart"/>
            <w:r w:rsidRPr="0012433B">
              <w:rPr>
                <w:rFonts w:ascii="Calibri" w:hAnsi="Calibri" w:cs="Arial"/>
                <w:b/>
                <w:sz w:val="20"/>
              </w:rPr>
              <w:t>O</w:t>
            </w:r>
            <w:r w:rsidRPr="0012433B">
              <w:rPr>
                <w:rFonts w:ascii="Calibri" w:hAnsi="Calibri" w:cs="Arial"/>
                <w:b/>
                <w:sz w:val="20"/>
              </w:rPr>
              <w:t>ddział</w:t>
            </w:r>
            <w:proofErr w:type="spellEnd"/>
            <w:r w:rsidRPr="0012433B">
              <w:rPr>
                <w:rFonts w:ascii="Calibri" w:hAnsi="Calibri" w:cs="Arial"/>
                <w:b/>
                <w:sz w:val="20"/>
              </w:rPr>
              <w:t xml:space="preserve"> </w:t>
            </w:r>
            <w:proofErr w:type="spellStart"/>
            <w:r w:rsidRPr="0012433B">
              <w:rPr>
                <w:rFonts w:ascii="Calibri" w:hAnsi="Calibri" w:cs="Arial"/>
                <w:b/>
                <w:sz w:val="20"/>
              </w:rPr>
              <w:t>Wybrzeże</w:t>
            </w:r>
            <w:bookmarkStart w:id="1" w:name="_GoBack"/>
            <w:bookmarkEnd w:id="1"/>
            <w:proofErr w:type="spellEnd"/>
          </w:p>
        </w:tc>
      </w:tr>
      <w:tr w:rsidR="002965D7" w:rsidRPr="002C20E7" w14:paraId="44E4FD46" w14:textId="77777777" w:rsidTr="002965D7">
        <w:trPr>
          <w:trHeight w:val="484"/>
        </w:trPr>
        <w:tc>
          <w:tcPr>
            <w:tcW w:w="4538"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4524" w:type="dxa"/>
            <w:shd w:val="clear" w:color="auto" w:fill="auto"/>
            <w:vAlign w:val="center"/>
          </w:tcPr>
          <w:p w14:paraId="755B269B" w14:textId="02D830CB" w:rsidR="002965D7" w:rsidRPr="002A7B7B" w:rsidRDefault="00EC423D" w:rsidP="00137852">
            <w:pPr>
              <w:jc w:val="center"/>
              <w:rPr>
                <w:rFonts w:ascii="Calibri" w:hAnsi="Calibri" w:cs="Arial"/>
                <w:b/>
                <w:sz w:val="20"/>
              </w:rPr>
            </w:pPr>
            <w:r>
              <w:rPr>
                <w:rFonts w:ascii="Calibri" w:hAnsi="Calibri" w:cs="Arial"/>
                <w:b/>
                <w:sz w:val="20"/>
              </w:rPr>
              <w:t>POST/PEC/P</w:t>
            </w:r>
            <w:r w:rsidR="0012433B">
              <w:rPr>
                <w:rFonts w:ascii="Calibri" w:hAnsi="Calibri" w:cs="Arial"/>
                <w:b/>
                <w:sz w:val="20"/>
              </w:rPr>
              <w:t>EC/ZNW/00302</w:t>
            </w:r>
            <w:r w:rsidR="00137852" w:rsidRPr="002A7B7B">
              <w:rPr>
                <w:rFonts w:ascii="Calibri" w:hAnsi="Calibri" w:cs="Arial"/>
                <w:b/>
                <w:sz w:val="20"/>
              </w:rPr>
              <w:t>/2025</w:t>
            </w:r>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lastRenderedPageBreak/>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 xml:space="preserve">jaki jest odpowiedni odsetek pracowników niepełnosprawnych lub </w:t>
            </w:r>
            <w:proofErr w:type="spellStart"/>
            <w:r w:rsidRPr="002C20E7">
              <w:rPr>
                <w:rFonts w:ascii="Calibri" w:hAnsi="Calibri" w:cs="Arial"/>
                <w:sz w:val="20"/>
                <w:szCs w:val="20"/>
              </w:rPr>
              <w:t>defaworyzowanych</w:t>
            </w:r>
            <w:proofErr w:type="spellEnd"/>
            <w:r w:rsidRPr="002C20E7">
              <w:rPr>
                <w:rFonts w:ascii="Calibri" w:hAnsi="Calibri" w:cs="Arial"/>
                <w:sz w:val="20"/>
                <w:szCs w:val="20"/>
              </w:rPr>
              <w:t>?</w:t>
            </w:r>
            <w:r w:rsidRPr="002C20E7">
              <w:rPr>
                <w:rFonts w:ascii="Calibri" w:hAnsi="Calibri" w:cs="Arial"/>
                <w:sz w:val="20"/>
                <w:szCs w:val="20"/>
              </w:rPr>
              <w:br/>
              <w:t xml:space="preserve">Jeżeli jest to wymagane, proszę określić, do której kategorii lub których kategorii pracowników niepełnosprawnych lub </w:t>
            </w:r>
            <w:proofErr w:type="spellStart"/>
            <w:r w:rsidRPr="002C20E7">
              <w:rPr>
                <w:rFonts w:ascii="Calibri" w:hAnsi="Calibri" w:cs="Arial"/>
                <w:sz w:val="20"/>
                <w:szCs w:val="20"/>
              </w:rPr>
              <w:t>defaworyzowanych</w:t>
            </w:r>
            <w:proofErr w:type="spellEnd"/>
            <w:r w:rsidRPr="002C20E7">
              <w:rPr>
                <w:rFonts w:ascii="Calibri" w:hAnsi="Calibri" w:cs="Arial"/>
                <w:sz w:val="20"/>
                <w:szCs w:val="20"/>
              </w:rPr>
              <w:t xml:space="preserve">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 xml:space="preserve">Proszę udzielić odpowiedzi w pozostałych fragmentach niniejszej sekcji, w sekcji B i, w </w:t>
            </w:r>
            <w:r w:rsidRPr="002C20E7">
              <w:rPr>
                <w:rFonts w:ascii="Calibri" w:hAnsi="Calibri" w:cs="Arial"/>
                <w:b/>
                <w:sz w:val="20"/>
                <w:szCs w:val="20"/>
              </w:rPr>
              <w:lastRenderedPageBreak/>
              <w:t xml:space="preserve">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a) Proszę podać nazwę wykazu lub zaświadczenia i odpowiedni numer rejestracyjny lub numer zaświadczenia, jeżeli dotyczy:</w:t>
            </w:r>
            <w:r w:rsidRPr="002C20E7">
              <w:rPr>
                <w:rFonts w:ascii="Calibri" w:hAnsi="Calibri" w:cs="Arial"/>
                <w:sz w:val="20"/>
                <w:szCs w:val="20"/>
              </w:rPr>
              <w:br/>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c) Proszę podać dane referencyjne stanowiące podstawę wpisu do wykazu lub wydania 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r>
            <w:r w:rsidRPr="002C20E7">
              <w:rPr>
                <w:rFonts w:ascii="Calibri" w:hAnsi="Calibri" w:cs="Arial"/>
                <w:sz w:val="20"/>
                <w:szCs w:val="20"/>
              </w:rPr>
              <w:lastRenderedPageBreak/>
              <w:t>b) Proszę wskazać pozostałych wykonawców biorących wspólnie udział w postępowaniu o udzielenie zamówienia:</w:t>
            </w:r>
            <w:r w:rsidRPr="002C20E7">
              <w:rPr>
                <w:rFonts w:ascii="Calibri" w:hAnsi="Calibri" w:cs="Arial"/>
                <w:sz w:val="20"/>
                <w:szCs w:val="20"/>
              </w:rPr>
              <w:br/>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lastRenderedPageBreak/>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lastRenderedPageBreak/>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w:t>
      </w:r>
      <w:proofErr w:type="spellStart"/>
      <w:r w:rsidRPr="002C20E7">
        <w:rPr>
          <w:rFonts w:ascii="Calibri" w:hAnsi="Calibri" w:cs="Arial"/>
          <w:i/>
          <w:sz w:val="20"/>
        </w:rPr>
        <w:t>ych</w:t>
      </w:r>
      <w:proofErr w:type="spellEnd"/>
      <w:r w:rsidRPr="002C20E7">
        <w:rPr>
          <w:rFonts w:ascii="Calibri" w:hAnsi="Calibri" w:cs="Arial"/>
          <w:i/>
          <w:sz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xml:space="preserve">, należycie wypełniony i podpisany przez dane podmioty. </w:t>
      </w:r>
      <w:r w:rsidRPr="002C20E7">
        <w:rPr>
          <w:rFonts w:ascii="Calibri" w:hAnsi="Calibri" w:cs="Arial"/>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2C20E7">
        <w:rPr>
          <w:rFonts w:ascii="Calibri" w:hAnsi="Calibri" w:cs="Arial"/>
          <w:sz w:val="20"/>
        </w:rPr>
        <w:br/>
        <w:t>O ile ma to znaczenie dla określonych zdolności, na których polega wykonawca, proszę 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lastRenderedPageBreak/>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3" w:name="_DV_M1264"/>
      <w:bookmarkEnd w:id="3"/>
      <w:r w:rsidRPr="002C20E7">
        <w:rPr>
          <w:rFonts w:ascii="Calibri" w:hAnsi="Calibri" w:cs="Arial"/>
          <w:b/>
          <w:w w:val="0"/>
          <w:sz w:val="20"/>
          <w:szCs w:val="20"/>
        </w:rPr>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4" w:name="_DV_M1266"/>
      <w:bookmarkEnd w:id="4"/>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5" w:name="_DV_M1268"/>
      <w:bookmarkEnd w:id="5"/>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wydany został 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2965D7">
            <w:pPr>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t>c) długość okresu wykluczenia [……] oraz punkt(-y), którego(-</w:t>
            </w:r>
            <w:proofErr w:type="spellStart"/>
            <w:r w:rsidRPr="002C20E7">
              <w:rPr>
                <w:rFonts w:ascii="Calibri" w:hAnsi="Calibri" w:cs="Arial"/>
                <w:sz w:val="20"/>
              </w:rPr>
              <w:t>ych</w:t>
            </w:r>
            <w:proofErr w:type="spellEnd"/>
            <w:r w:rsidRPr="002C20E7">
              <w:rPr>
                <w:rFonts w:ascii="Calibri" w:hAnsi="Calibri" w:cs="Arial"/>
                <w:sz w:val="20"/>
              </w:rPr>
              <w:t>) to dotyczy.</w:t>
            </w:r>
          </w:p>
          <w:p w14:paraId="5E396E6C"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2965D7">
            <w:pPr>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lastRenderedPageBreak/>
              <w:br/>
            </w: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c) w jaki sposób zostało ustalone to naruszenie 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2965D7">
            <w:pPr>
              <w:pStyle w:val="Tiret0"/>
              <w:rPr>
                <w:rFonts w:ascii="Calibri" w:hAnsi="Calibri" w:cs="Arial"/>
                <w:sz w:val="20"/>
                <w:szCs w:val="20"/>
              </w:rPr>
            </w:pPr>
            <w:r w:rsidRPr="002C20E7">
              <w:rPr>
                <w:rFonts w:ascii="Calibri" w:hAnsi="Calibri" w:cs="Arial"/>
                <w:sz w:val="20"/>
                <w:szCs w:val="20"/>
              </w:rPr>
              <w:t>[] Tak [] Nie</w:t>
            </w:r>
          </w:p>
          <w:p w14:paraId="12F1AD8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5C9BDC01"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2965D7">
            <w:pPr>
              <w:pStyle w:val="Tiret0"/>
              <w:numPr>
                <w:ilvl w:val="0"/>
                <w:numId w:val="0"/>
              </w:numPr>
              <w:rPr>
                <w:rFonts w:ascii="Calibri" w:hAnsi="Calibri" w:cs="Arial"/>
                <w:sz w:val="20"/>
                <w:szCs w:val="20"/>
              </w:rPr>
            </w:pPr>
          </w:p>
          <w:p w14:paraId="48D5B5D9"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c>
          <w:tcPr>
            <w:tcW w:w="2323" w:type="dxa"/>
            <w:shd w:val="clear" w:color="auto" w:fill="auto"/>
          </w:tcPr>
          <w:p w14:paraId="49AE1568"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Tak [] Nie</w:t>
            </w:r>
          </w:p>
          <w:p w14:paraId="3692BBE7"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363F4E2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2965D7">
            <w:pPr>
              <w:rPr>
                <w:rFonts w:ascii="Calibri" w:hAnsi="Calibri" w:cs="Arial"/>
                <w:w w:val="0"/>
                <w:sz w:val="20"/>
              </w:rPr>
            </w:pPr>
          </w:p>
          <w:p w14:paraId="66FFC90E"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2965D7">
            <w:pPr>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Jeżeli odnośna dokumentacja jest dostępna w formie elektronicznej, proszę wskazać:</w:t>
            </w:r>
          </w:p>
        </w:tc>
        <w:tc>
          <w:tcPr>
            <w:tcW w:w="4645" w:type="dxa"/>
            <w:shd w:val="clear" w:color="auto" w:fill="auto"/>
          </w:tcPr>
          <w:p w14:paraId="0F3F24C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p>
          <w:p w14:paraId="0473546B" w14:textId="77777777" w:rsidR="002965D7" w:rsidRPr="002C20E7" w:rsidRDefault="002965D7" w:rsidP="002965D7">
            <w:pPr>
              <w:rPr>
                <w:rFonts w:ascii="Calibri" w:hAnsi="Calibri" w:cs="Arial"/>
                <w:sz w:val="20"/>
              </w:rPr>
            </w:pPr>
          </w:p>
          <w:p w14:paraId="577A4A16" w14:textId="77777777" w:rsidR="002965D7" w:rsidRPr="002C20E7" w:rsidRDefault="002965D7" w:rsidP="002965D7">
            <w:pPr>
              <w:rPr>
                <w:rFonts w:ascii="Calibri" w:hAnsi="Calibri" w:cs="Arial"/>
                <w:sz w:val="20"/>
              </w:rPr>
            </w:pPr>
          </w:p>
          <w:p w14:paraId="09791732"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2965D7">
            <w:pPr>
              <w:pStyle w:val="Tiret0"/>
              <w:numPr>
                <w:ilvl w:val="0"/>
                <w:numId w:val="0"/>
              </w:numPr>
              <w:ind w:left="850"/>
              <w:rPr>
                <w:rFonts w:ascii="Calibri" w:hAnsi="Calibri" w:cs="Arial"/>
                <w:sz w:val="20"/>
                <w:szCs w:val="20"/>
              </w:rPr>
            </w:pPr>
          </w:p>
          <w:p w14:paraId="28540454"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lastRenderedPageBreak/>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2965D7">
            <w:pPr>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lub w której nałożone zostało odszkodowanie bądź inne porównywalne sankcje w związku z tą wcześniejszą 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c) jest w stanie niezwłocznie przedstawić dokumenty potwierdzające wymagane przez instytucję zamawiającą lub podmiot zamawiający; oraz</w:t>
            </w:r>
            <w:r w:rsidRPr="002C20E7">
              <w:rPr>
                <w:rFonts w:ascii="Calibri" w:hAnsi="Calibri" w:cs="Arial"/>
                <w:sz w:val="20"/>
                <w:szCs w:val="20"/>
              </w:rPr>
              <w:br/>
              <w:t xml:space="preserve">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t>
            </w:r>
            <w:r w:rsidRPr="002C20E7">
              <w:rPr>
                <w:rFonts w:ascii="Calibri" w:hAnsi="Calibri" w:cs="Arial"/>
                <w:sz w:val="20"/>
                <w:szCs w:val="20"/>
              </w:rPr>
              <w:lastRenderedPageBreak/>
              <w:t>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Jeżeli dokumentacja wymagana w stosownym 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lastRenderedPageBreak/>
              <w:t>1) Figuruje w odpowiednim rejestrze zawodowym lub handlowym</w:t>
            </w:r>
            <w:r w:rsidRPr="002C20E7">
              <w:rPr>
                <w:rFonts w:ascii="Calibri" w:hAnsi="Calibri" w:cs="Arial"/>
                <w:sz w:val="20"/>
              </w:rPr>
              <w:t xml:space="preserve"> prowadzonym w państwie członkowskim 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2965D7">
            <w:pPr>
              <w:rPr>
                <w:rFonts w:ascii="Calibri" w:hAnsi="Calibri" w:cs="Arial"/>
                <w:w w:val="0"/>
                <w:sz w:val="20"/>
              </w:rPr>
            </w:pPr>
            <w:r w:rsidRPr="00A217E6">
              <w:rPr>
                <w:rFonts w:ascii="Calibri" w:hAnsi="Calibri" w:cs="Arial"/>
                <w:w w:val="0"/>
                <w:sz w:val="20"/>
              </w:rPr>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2965D7">
            <w:pPr>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51BB3CA0" w14:textId="77777777" w:rsidR="002965D7" w:rsidRPr="002C20E7" w:rsidRDefault="002965D7" w:rsidP="002965D7">
            <w:pPr>
              <w:rPr>
                <w:rFonts w:ascii="Calibri" w:hAnsi="Calibri" w:cs="Arial"/>
                <w:sz w:val="20"/>
              </w:rPr>
            </w:pPr>
            <w:r w:rsidRPr="00024FFE">
              <w:rPr>
                <w:rFonts w:ascii="Calibri" w:hAnsi="Calibri" w:cs="Arial"/>
                <w:sz w:val="20"/>
              </w:rPr>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 xml:space="preserve">obrót w przedmiotowym obszarze i w ciągu określonej liczby lat wymaganej w stosownym ogłoszeniu lub dokumentach zamówienia </w:t>
            </w:r>
            <w:r w:rsidRPr="002C20E7">
              <w:rPr>
                <w:rFonts w:ascii="Calibri" w:hAnsi="Calibri" w:cs="Arial"/>
                <w:b/>
                <w:sz w:val="20"/>
              </w:rPr>
              <w:lastRenderedPageBreak/>
              <w:t>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6CA1A2CC" w14:textId="77777777" w:rsidR="002965D7" w:rsidRPr="002C20E7" w:rsidRDefault="002965D7" w:rsidP="002965D7">
            <w:pPr>
              <w:rPr>
                <w:rFonts w:ascii="Calibri" w:hAnsi="Calibri" w:cs="Arial"/>
                <w:sz w:val="20"/>
              </w:rPr>
            </w:pPr>
            <w:r w:rsidRPr="00A217E6">
              <w:rPr>
                <w:rFonts w:ascii="Calibri" w:hAnsi="Calibri" w:cs="Arial"/>
                <w:sz w:val="20"/>
              </w:rPr>
              <w:lastRenderedPageBreak/>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lastRenderedPageBreak/>
              <w:br/>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dokumentach zamówienia wykonawca oświadcza, że aktualna(-e) wartość(-ci) wymaganego(-</w:t>
            </w:r>
            <w:proofErr w:type="spellStart"/>
            <w:r w:rsidRPr="002C20E7">
              <w:rPr>
                <w:rFonts w:ascii="Calibri" w:hAnsi="Calibri" w:cs="Arial"/>
                <w:sz w:val="20"/>
              </w:rPr>
              <w:t>ych</w:t>
            </w:r>
            <w:proofErr w:type="spellEnd"/>
            <w:r w:rsidRPr="002C20E7">
              <w:rPr>
                <w:rFonts w:ascii="Calibri" w:hAnsi="Calibri" w:cs="Arial"/>
                <w:sz w:val="20"/>
              </w:rPr>
              <w:t>)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2965D7">
            <w:pPr>
              <w:rPr>
                <w:rFonts w:ascii="Calibri" w:hAnsi="Calibri" w:cs="Arial"/>
                <w:sz w:val="20"/>
              </w:rPr>
            </w:pPr>
            <w:r w:rsidRPr="00A217E6">
              <w:rPr>
                <w:rFonts w:ascii="Calibri" w:hAnsi="Calibri" w:cs="Arial"/>
                <w:sz w:val="20"/>
              </w:rPr>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2965D7">
            <w:pPr>
              <w:rPr>
                <w:rFonts w:ascii="Calibri" w:hAnsi="Calibri" w:cs="Arial"/>
                <w:sz w:val="20"/>
              </w:rPr>
            </w:pPr>
            <w:r w:rsidRPr="002C20E7">
              <w:rPr>
                <w:rFonts w:ascii="Calibri" w:hAnsi="Calibri" w:cs="Arial"/>
                <w:sz w:val="20"/>
              </w:rPr>
              <w:t>[……] […] waluta</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6" w:name="_DV_M4300"/>
            <w:bookmarkStart w:id="7" w:name="_DV_M4301"/>
            <w:bookmarkEnd w:id="6"/>
            <w:bookmarkEnd w:id="7"/>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lastRenderedPageBreak/>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wykonał 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2965D7">
            <w:pPr>
              <w:rPr>
                <w:rFonts w:ascii="Calibri" w:hAnsi="Calibri" w:cs="Arial"/>
                <w:sz w:val="20"/>
              </w:rPr>
            </w:pPr>
            <w:r w:rsidRPr="00024FFE">
              <w:rPr>
                <w:rFonts w:ascii="Calibri" w:hAnsi="Calibri" w:cs="Arial"/>
                <w:sz w:val="20"/>
              </w:rPr>
              <w:lastRenderedPageBreak/>
              <w:t>Liczba lat (okres ten został wskazany w stosownym ogłoszeniu lub dokumentach zamówienia): […]</w:t>
            </w:r>
            <w:r w:rsidRPr="00024FFE">
              <w:rPr>
                <w:rFonts w:ascii="Calibri" w:hAnsi="Calibri" w:cs="Arial"/>
                <w:sz w:val="20"/>
              </w:rPr>
              <w:br/>
            </w:r>
            <w:r w:rsidRPr="00024FFE">
              <w:rPr>
                <w:rFonts w:ascii="Calibri" w:hAnsi="Calibri" w:cs="Arial"/>
                <w:sz w:val="20"/>
              </w:rPr>
              <w:lastRenderedPageBreak/>
              <w:t>Roboty budowlane: [……]</w:t>
            </w:r>
            <w:r w:rsidRPr="00024FFE">
              <w:rPr>
                <w:rFonts w:ascii="Calibri" w:hAnsi="Calibri" w:cs="Arial"/>
                <w:sz w:val="20"/>
              </w:rPr>
              <w:br/>
            </w:r>
            <w:r w:rsidRPr="00024FFE">
              <w:rPr>
                <w:rFonts w:ascii="Calibri" w:hAnsi="Calibri" w:cs="Arial"/>
                <w:sz w:val="20"/>
              </w:rPr>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lastRenderedPageBreak/>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Przy sporządzaniu wykazu proszę podać 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2965D7">
            <w:pPr>
              <w:rPr>
                <w:rFonts w:ascii="Calibri" w:hAnsi="Calibri" w:cs="Arial"/>
                <w:sz w:val="20"/>
              </w:rPr>
            </w:pPr>
            <w:r w:rsidRPr="00A217E6">
              <w:rPr>
                <w:rFonts w:ascii="Calibri" w:hAnsi="Calibri" w:cs="Arial"/>
                <w:sz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2965D7">
                  <w:pPr>
                    <w:rPr>
                      <w:rFonts w:ascii="Calibri" w:hAnsi="Calibri" w:cs="Arial"/>
                      <w:sz w:val="20"/>
                    </w:rPr>
                  </w:pPr>
                </w:p>
              </w:tc>
              <w:tc>
                <w:tcPr>
                  <w:tcW w:w="936" w:type="dxa"/>
                  <w:shd w:val="clear" w:color="auto" w:fill="auto"/>
                </w:tcPr>
                <w:p w14:paraId="31B46526" w14:textId="0BB6EC19" w:rsidR="002965D7" w:rsidRPr="00024FFE" w:rsidRDefault="002965D7" w:rsidP="002965D7">
                  <w:pPr>
                    <w:rPr>
                      <w:rFonts w:ascii="Calibri" w:hAnsi="Calibri" w:cs="Arial"/>
                      <w:sz w:val="20"/>
                    </w:rPr>
                  </w:pPr>
                </w:p>
              </w:tc>
              <w:tc>
                <w:tcPr>
                  <w:tcW w:w="724" w:type="dxa"/>
                  <w:shd w:val="clear" w:color="auto" w:fill="auto"/>
                </w:tcPr>
                <w:p w14:paraId="7099208B" w14:textId="038C341B" w:rsidR="002965D7" w:rsidRPr="002C20E7" w:rsidRDefault="002965D7" w:rsidP="002965D7">
                  <w:pPr>
                    <w:rPr>
                      <w:rFonts w:ascii="Calibri" w:hAnsi="Calibri" w:cs="Arial"/>
                      <w:sz w:val="20"/>
                    </w:rPr>
                  </w:pPr>
                </w:p>
              </w:tc>
              <w:tc>
                <w:tcPr>
                  <w:tcW w:w="1149" w:type="dxa"/>
                  <w:shd w:val="clear" w:color="auto" w:fill="auto"/>
                </w:tcPr>
                <w:p w14:paraId="3D82681C" w14:textId="34B7AC0D" w:rsidR="002965D7" w:rsidRPr="002C20E7" w:rsidRDefault="002965D7" w:rsidP="002965D7">
                  <w:pPr>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2965D7">
                  <w:pPr>
                    <w:rPr>
                      <w:rFonts w:ascii="Calibri" w:hAnsi="Calibri" w:cs="Arial"/>
                      <w:sz w:val="20"/>
                    </w:rPr>
                  </w:pPr>
                </w:p>
              </w:tc>
              <w:tc>
                <w:tcPr>
                  <w:tcW w:w="936" w:type="dxa"/>
                  <w:shd w:val="clear" w:color="auto" w:fill="auto"/>
                </w:tcPr>
                <w:p w14:paraId="4CA022EC" w14:textId="77777777" w:rsidR="002965D7" w:rsidRPr="002C20E7" w:rsidRDefault="002965D7" w:rsidP="002965D7">
                  <w:pPr>
                    <w:rPr>
                      <w:rFonts w:ascii="Calibri" w:hAnsi="Calibri" w:cs="Arial"/>
                      <w:sz w:val="20"/>
                    </w:rPr>
                  </w:pPr>
                </w:p>
              </w:tc>
              <w:tc>
                <w:tcPr>
                  <w:tcW w:w="724" w:type="dxa"/>
                  <w:shd w:val="clear" w:color="auto" w:fill="auto"/>
                </w:tcPr>
                <w:p w14:paraId="3668940C" w14:textId="77777777" w:rsidR="002965D7" w:rsidRPr="002C20E7" w:rsidRDefault="002965D7" w:rsidP="002965D7">
                  <w:pPr>
                    <w:rPr>
                      <w:rFonts w:ascii="Calibri" w:hAnsi="Calibri" w:cs="Arial"/>
                      <w:sz w:val="20"/>
                    </w:rPr>
                  </w:pPr>
                </w:p>
              </w:tc>
              <w:tc>
                <w:tcPr>
                  <w:tcW w:w="1149" w:type="dxa"/>
                  <w:shd w:val="clear" w:color="auto" w:fill="auto"/>
                </w:tcPr>
                <w:p w14:paraId="650461CE" w14:textId="77777777" w:rsidR="002965D7" w:rsidRPr="002C20E7" w:rsidRDefault="002965D7" w:rsidP="002965D7">
                  <w:pPr>
                    <w:rPr>
                      <w:rFonts w:ascii="Calibri" w:hAnsi="Calibri" w:cs="Arial"/>
                      <w:sz w:val="20"/>
                    </w:rPr>
                  </w:pPr>
                </w:p>
              </w:tc>
            </w:tr>
          </w:tbl>
          <w:p w14:paraId="64F24229" w14:textId="77777777" w:rsidR="002965D7" w:rsidRPr="002C20E7" w:rsidRDefault="002965D7" w:rsidP="002965D7">
            <w:pPr>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w:t>
            </w:r>
            <w:r w:rsidRPr="00A217E6">
              <w:rPr>
                <w:rFonts w:ascii="Calibri" w:hAnsi="Calibri" w:cs="Arial"/>
                <w:sz w:val="20"/>
              </w:rPr>
              <w:lastRenderedPageBreak/>
              <w:t xml:space="preserve">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2965D7">
            <w:pPr>
              <w:rPr>
                <w:rFonts w:ascii="Calibri" w:hAnsi="Calibri" w:cs="Arial"/>
                <w:sz w:val="20"/>
              </w:rPr>
            </w:pP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2965D7">
            <w:pPr>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2965D7">
            <w:pPr>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Wykonawca dostarczy wymagane próbki, opisy lub fotografie produktów, które mają być dostarczone i którym nie musi towarzyszyć świadectwo autentyczności.</w:t>
            </w:r>
            <w:r w:rsidRPr="002C20E7">
              <w:rPr>
                <w:rFonts w:ascii="Calibri" w:hAnsi="Calibri" w:cs="Arial"/>
                <w:sz w:val="20"/>
              </w:rPr>
              <w:br/>
              <w:t>Wykonawca oświadcza ponadto, że w stosownych 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r>
            <w:r w:rsidRPr="002C20E7">
              <w:rPr>
                <w:rFonts w:ascii="Calibri" w:hAnsi="Calibri" w:cs="Arial"/>
                <w:sz w:val="20"/>
              </w:rPr>
              <w:lastRenderedPageBreak/>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2965D7">
            <w:pPr>
              <w:rPr>
                <w:rFonts w:ascii="Calibri" w:hAnsi="Calibri" w:cs="Arial"/>
                <w:sz w:val="20"/>
              </w:rPr>
            </w:pPr>
            <w:r w:rsidRPr="002C20E7">
              <w:rPr>
                <w:rFonts w:ascii="Calibri" w:hAnsi="Calibri" w:cs="Arial"/>
                <w:sz w:val="20"/>
              </w:rPr>
              <w:lastRenderedPageBreak/>
              <w:br/>
              <w:t>[] Tak [] Nie</w:t>
            </w:r>
            <w:r w:rsidRPr="002C20E7">
              <w:rPr>
                <w:rFonts w:ascii="Calibri" w:hAnsi="Calibri" w:cs="Arial"/>
                <w:sz w:val="20"/>
              </w:rPr>
              <w:br/>
            </w: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r w:rsidRPr="002C20E7">
        <w:rPr>
          <w:rFonts w:ascii="Calibri" w:hAnsi="Calibri" w:cs="Arial"/>
          <w:b w:val="0"/>
          <w:sz w:val="20"/>
          <w:szCs w:val="20"/>
        </w:rPr>
        <w:lastRenderedPageBreak/>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lastRenderedPageBreak/>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2965D7">
            <w:pPr>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24B29255" w14:textId="77777777" w:rsidR="002965D7" w:rsidRDefault="002965D7" w:rsidP="002965D7">
      <w:pPr>
        <w:ind w:left="6381"/>
        <w:rPr>
          <w:rFonts w:asciiTheme="minorHAnsi" w:hAnsiTheme="minorHAnsi" w:cstheme="minorHAnsi"/>
          <w:i/>
          <w:szCs w:val="22"/>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4FA5F355" w14:textId="2C97FEF5" w:rsidR="002965D7" w:rsidRPr="00DF16E1" w:rsidRDefault="002965D7" w:rsidP="002965D7">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osób uprawnionych do składania oświadczeń woli 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p>
    <w:p w14:paraId="2C74D8ED" w14:textId="77777777" w:rsidR="002965D7" w:rsidRPr="00DF16E1" w:rsidRDefault="002965D7" w:rsidP="002965D7">
      <w:pPr>
        <w:rPr>
          <w:rFonts w:asciiTheme="minorHAnsi" w:hAnsiTheme="minorHAnsi"/>
          <w:sz w:val="20"/>
        </w:rPr>
      </w:pPr>
    </w:p>
    <w:p w14:paraId="19B2B5CC" w14:textId="77777777" w:rsidR="002965D7" w:rsidRDefault="002965D7" w:rsidP="002965D7">
      <w:pPr>
        <w:rPr>
          <w:rFonts w:asciiTheme="minorHAnsi" w:hAnsiTheme="minorHAnsi"/>
        </w:rPr>
      </w:pPr>
    </w:p>
    <w:p w14:paraId="77F50156" w14:textId="77777777" w:rsidR="002965D7" w:rsidRDefault="002965D7" w:rsidP="002965D7">
      <w:pPr>
        <w:rPr>
          <w:rFonts w:asciiTheme="minorHAnsi" w:hAnsiTheme="minorHAnsi"/>
        </w:rPr>
      </w:pPr>
    </w:p>
    <w:p w14:paraId="0D414338" w14:textId="77777777" w:rsidR="002965D7" w:rsidRDefault="002965D7" w:rsidP="002965D7">
      <w:pPr>
        <w:rPr>
          <w:rFonts w:asciiTheme="minorHAnsi" w:hAnsiTheme="minorHAnsi"/>
        </w:rPr>
      </w:pPr>
    </w:p>
    <w:p w14:paraId="1BBC824E" w14:textId="77777777" w:rsidR="002965D7" w:rsidRDefault="002965D7" w:rsidP="002965D7">
      <w:pPr>
        <w:rPr>
          <w:rFonts w:asciiTheme="minorHAnsi" w:hAnsiTheme="minorHAnsi"/>
        </w:rPr>
      </w:pPr>
    </w:p>
    <w:p w14:paraId="29DF9E56" w14:textId="77777777" w:rsidR="002965D7" w:rsidRDefault="002965D7" w:rsidP="002965D7">
      <w:pPr>
        <w:rPr>
          <w:rFonts w:asciiTheme="minorHAnsi" w:hAnsiTheme="minorHAnsi"/>
        </w:rPr>
      </w:pPr>
    </w:p>
    <w:p w14:paraId="02CA2555" w14:textId="77777777" w:rsidR="002965D7" w:rsidRDefault="002965D7" w:rsidP="002965D7">
      <w:pPr>
        <w:rPr>
          <w:rFonts w:asciiTheme="minorHAnsi" w:hAnsiTheme="minorHAnsi"/>
        </w:rPr>
      </w:pPr>
    </w:p>
    <w:p w14:paraId="2006EA6C" w14:textId="77777777" w:rsidR="002965D7" w:rsidRDefault="002965D7" w:rsidP="002965D7">
      <w:pPr>
        <w:rPr>
          <w:rFonts w:asciiTheme="minorHAnsi" w:hAnsiTheme="minorHAnsi"/>
        </w:rPr>
      </w:pPr>
    </w:p>
    <w:p w14:paraId="445C0216" w14:textId="77777777" w:rsidR="002965D7" w:rsidRDefault="002965D7" w:rsidP="002965D7">
      <w:pPr>
        <w:rPr>
          <w:rFonts w:asciiTheme="minorHAnsi" w:hAnsiTheme="minorHAnsi"/>
        </w:rPr>
      </w:pPr>
    </w:p>
    <w:p w14:paraId="18C8D019" w14:textId="77777777" w:rsidR="002965D7" w:rsidRDefault="002965D7" w:rsidP="002965D7">
      <w:pPr>
        <w:rPr>
          <w:rFonts w:asciiTheme="minorHAnsi" w:hAnsiTheme="minorHAnsi"/>
        </w:rPr>
      </w:pPr>
    </w:p>
    <w:p w14:paraId="6AE41B35" w14:textId="77777777" w:rsidR="002965D7" w:rsidRDefault="002965D7" w:rsidP="002965D7">
      <w:pPr>
        <w:rPr>
          <w:rFonts w:asciiTheme="minorHAnsi" w:hAnsiTheme="minorHAnsi"/>
        </w:rPr>
      </w:pPr>
    </w:p>
    <w:p w14:paraId="4BF4AF13" w14:textId="77777777" w:rsidR="002965D7" w:rsidRDefault="002965D7" w:rsidP="002965D7">
      <w:pPr>
        <w:rPr>
          <w:rFonts w:asciiTheme="minorHAnsi" w:hAnsiTheme="minorHAnsi"/>
        </w:rPr>
      </w:pPr>
    </w:p>
    <w:p w14:paraId="04ED3842" w14:textId="77777777" w:rsidR="002965D7" w:rsidRDefault="002965D7" w:rsidP="002965D7">
      <w:pPr>
        <w:rPr>
          <w:rFonts w:asciiTheme="minorHAnsi" w:hAnsiTheme="minorHAnsi"/>
        </w:rPr>
      </w:pPr>
    </w:p>
    <w:p w14:paraId="1B93F2FA" w14:textId="77777777" w:rsidR="002965D7" w:rsidRDefault="002965D7" w:rsidP="002965D7">
      <w:pPr>
        <w:rPr>
          <w:rFonts w:asciiTheme="minorHAnsi" w:hAnsiTheme="minorHAnsi"/>
        </w:rPr>
      </w:pPr>
    </w:p>
    <w:p w14:paraId="15DD20BD" w14:textId="77777777" w:rsidR="002965D7" w:rsidRDefault="002965D7" w:rsidP="002965D7">
      <w:pPr>
        <w:rPr>
          <w:rFonts w:asciiTheme="minorHAnsi" w:hAnsiTheme="minorHAnsi"/>
        </w:rPr>
      </w:pPr>
    </w:p>
    <w:p w14:paraId="5F3DA3D0" w14:textId="77777777" w:rsidR="002965D7" w:rsidRDefault="002965D7" w:rsidP="002965D7">
      <w:pPr>
        <w:rPr>
          <w:rFonts w:asciiTheme="minorHAnsi" w:hAnsiTheme="minorHAnsi"/>
        </w:rPr>
      </w:pPr>
    </w:p>
    <w:p w14:paraId="5AC24265" w14:textId="77777777" w:rsidR="002965D7" w:rsidRDefault="002965D7" w:rsidP="002965D7">
      <w:pPr>
        <w:rPr>
          <w:rFonts w:asciiTheme="minorHAnsi" w:hAnsiTheme="minorHAnsi"/>
        </w:rPr>
      </w:pPr>
    </w:p>
    <w:p w14:paraId="697A02BE" w14:textId="77777777" w:rsidR="002965D7" w:rsidRDefault="002965D7" w:rsidP="002965D7">
      <w:pPr>
        <w:rPr>
          <w:rFonts w:asciiTheme="minorHAnsi" w:hAnsiTheme="minorHAnsi"/>
        </w:rPr>
      </w:pPr>
    </w:p>
    <w:p w14:paraId="08C81C00" w14:textId="77777777" w:rsidR="002965D7" w:rsidRDefault="002965D7" w:rsidP="002965D7">
      <w:pPr>
        <w:rPr>
          <w:rFonts w:asciiTheme="minorHAnsi" w:hAnsiTheme="minorHAnsi"/>
        </w:rPr>
      </w:pPr>
    </w:p>
    <w:p w14:paraId="7FE6F1D4" w14:textId="77777777" w:rsidR="002965D7" w:rsidRDefault="002965D7" w:rsidP="002965D7">
      <w:pPr>
        <w:rPr>
          <w:rFonts w:asciiTheme="minorHAnsi" w:hAnsiTheme="minorHAnsi"/>
        </w:rPr>
      </w:pPr>
    </w:p>
    <w:p w14:paraId="59D85D4E" w14:textId="77777777" w:rsidR="002965D7" w:rsidRDefault="002965D7" w:rsidP="002965D7">
      <w:pPr>
        <w:rPr>
          <w:rFonts w:asciiTheme="minorHAnsi" w:hAnsiTheme="minorHAnsi"/>
        </w:rPr>
      </w:pPr>
    </w:p>
    <w:p w14:paraId="5C806CF3" w14:textId="77777777" w:rsidR="002965D7" w:rsidRDefault="002965D7" w:rsidP="002965D7">
      <w:pPr>
        <w:rPr>
          <w:rFonts w:asciiTheme="minorHAnsi" w:hAnsiTheme="minorHAnsi"/>
        </w:rPr>
      </w:pPr>
    </w:p>
    <w:p w14:paraId="45E08A88" w14:textId="77777777" w:rsidR="002965D7" w:rsidRDefault="002965D7" w:rsidP="002965D7">
      <w:pPr>
        <w:rPr>
          <w:rFonts w:asciiTheme="minorHAnsi" w:hAnsiTheme="minorHAnsi"/>
        </w:rPr>
      </w:pPr>
    </w:p>
    <w:p w14:paraId="522F5E98" w14:textId="77777777" w:rsidR="002965D7" w:rsidRDefault="002965D7" w:rsidP="002965D7">
      <w:pPr>
        <w:rPr>
          <w:rFonts w:asciiTheme="minorHAnsi" w:hAnsiTheme="minorHAnsi"/>
        </w:rPr>
      </w:pPr>
    </w:p>
    <w:p w14:paraId="7E4CC93A" w14:textId="77777777" w:rsidR="002965D7" w:rsidRDefault="002965D7" w:rsidP="002965D7">
      <w:pPr>
        <w:rPr>
          <w:rFonts w:asciiTheme="minorHAnsi" w:hAnsiTheme="minorHAnsi"/>
        </w:rPr>
      </w:pPr>
    </w:p>
    <w:p w14:paraId="62D0B85E" w14:textId="77777777" w:rsidR="002965D7" w:rsidRDefault="002965D7" w:rsidP="002965D7">
      <w:pPr>
        <w:rPr>
          <w:rFonts w:asciiTheme="minorHAnsi" w:hAnsiTheme="minorHAnsi"/>
        </w:rPr>
      </w:pPr>
    </w:p>
    <w:p w14:paraId="7C3DE98D" w14:textId="77777777" w:rsidR="002965D7" w:rsidRDefault="002965D7" w:rsidP="002965D7">
      <w:pPr>
        <w:rPr>
          <w:rFonts w:asciiTheme="minorHAnsi" w:hAnsiTheme="minorHAnsi"/>
        </w:rPr>
      </w:pPr>
    </w:p>
    <w:p w14:paraId="6E35CCA4" w14:textId="77777777" w:rsidR="002965D7" w:rsidRDefault="002965D7" w:rsidP="002965D7">
      <w:pPr>
        <w:rPr>
          <w:rFonts w:asciiTheme="minorHAnsi" w:hAnsiTheme="minorHAnsi"/>
        </w:rPr>
      </w:pPr>
    </w:p>
    <w:p w14:paraId="20F8AAB0" w14:textId="77777777" w:rsidR="002965D7" w:rsidRDefault="002965D7" w:rsidP="002965D7">
      <w:pPr>
        <w:rPr>
          <w:rFonts w:asciiTheme="minorHAnsi" w:hAnsiTheme="minorHAnsi"/>
        </w:rPr>
      </w:pPr>
    </w:p>
    <w:p w14:paraId="7EB8E632" w14:textId="77777777" w:rsidR="002965D7" w:rsidRDefault="002965D7" w:rsidP="002965D7">
      <w:pPr>
        <w:rPr>
          <w:rFonts w:asciiTheme="minorHAnsi" w:hAnsiTheme="minorHAnsi"/>
        </w:rPr>
      </w:pPr>
    </w:p>
    <w:p w14:paraId="1663F837" w14:textId="77777777" w:rsidR="002965D7" w:rsidRDefault="002965D7" w:rsidP="002965D7">
      <w:pPr>
        <w:rPr>
          <w:rFonts w:asciiTheme="minorHAnsi" w:hAnsiTheme="minorHAnsi"/>
        </w:rPr>
      </w:pPr>
    </w:p>
    <w:p w14:paraId="143606C3" w14:textId="77777777" w:rsidR="002965D7" w:rsidRDefault="002965D7" w:rsidP="002965D7">
      <w:pPr>
        <w:rPr>
          <w:rFonts w:asciiTheme="minorHAnsi" w:hAnsiTheme="minorHAnsi"/>
        </w:rPr>
      </w:pPr>
    </w:p>
    <w:p w14:paraId="5B058A7F" w14:textId="77777777" w:rsidR="0091681C" w:rsidRPr="004C7F0D" w:rsidRDefault="0091681C" w:rsidP="004A54CB">
      <w:pPr>
        <w:rPr>
          <w:rFonts w:asciiTheme="minorHAnsi" w:hAnsiTheme="minorHAnsi" w:cstheme="minorHAnsi"/>
          <w:szCs w:val="22"/>
        </w:rPr>
      </w:pPr>
    </w:p>
    <w:p w14:paraId="38735C72" w14:textId="07B8621A" w:rsidR="0091681C" w:rsidRPr="004C7F0D" w:rsidRDefault="0091681C" w:rsidP="004A54CB">
      <w:pPr>
        <w:rPr>
          <w:rFonts w:asciiTheme="minorHAnsi" w:hAnsiTheme="minorHAnsi" w:cstheme="minorHAnsi"/>
          <w:szCs w:val="22"/>
        </w:rPr>
      </w:pPr>
    </w:p>
    <w:sectPr w:rsidR="0091681C" w:rsidRPr="004C7F0D" w:rsidSect="00675C00">
      <w:headerReference w:type="default" r:id="rId11"/>
      <w:footerReference w:type="default" r:id="rId12"/>
      <w:headerReference w:type="first" r:id="rId13"/>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1CD65" w14:textId="77777777" w:rsidR="00F92BC9" w:rsidRDefault="00F92BC9">
      <w:r>
        <w:separator/>
      </w:r>
    </w:p>
  </w:endnote>
  <w:endnote w:type="continuationSeparator" w:id="0">
    <w:p w14:paraId="5453FB77" w14:textId="77777777" w:rsidR="00F92BC9" w:rsidRDefault="00F92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5097E4BF" w14:textId="5A1D20E5"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12433B">
              <w:rPr>
                <w:rFonts w:ascii="Arial" w:hAnsi="Arial" w:cs="Arial"/>
                <w:bCs/>
                <w:noProof/>
                <w:sz w:val="16"/>
                <w:szCs w:val="16"/>
                <w:lang w:eastAsia="pl-PL"/>
              </w:rPr>
              <w:t>17</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12433B">
              <w:rPr>
                <w:rFonts w:ascii="Arial" w:hAnsi="Arial" w:cs="Arial"/>
                <w:bCs/>
                <w:noProof/>
                <w:sz w:val="16"/>
                <w:szCs w:val="16"/>
                <w:lang w:eastAsia="pl-PL"/>
              </w:rPr>
              <w:t>17</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D3EC7" w14:textId="77777777" w:rsidR="00F92BC9" w:rsidRDefault="00F92BC9">
      <w:r>
        <w:separator/>
      </w:r>
    </w:p>
  </w:footnote>
  <w:footnote w:type="continuationSeparator" w:id="0">
    <w:p w14:paraId="55AA2D0A" w14:textId="77777777" w:rsidR="00F92BC9" w:rsidRDefault="00F92BC9">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2" w:name="_DV_C939"/>
      <w:r w:rsidRPr="00FE50BB">
        <w:rPr>
          <w:rFonts w:asciiTheme="minorHAnsi" w:hAnsiTheme="minorHAnsi" w:cs="Arial"/>
          <w:sz w:val="16"/>
          <w:szCs w:val="16"/>
        </w:rPr>
        <w:t>osób</w:t>
      </w:r>
      <w:bookmarkEnd w:id="2"/>
      <w:r w:rsidRPr="00FE50BB">
        <w:rPr>
          <w:rFonts w:asciiTheme="minorHAnsi" w:hAnsiTheme="minorHAnsi" w:cs="Arial"/>
          <w:sz w:val="16"/>
          <w:szCs w:val="16"/>
        </w:rPr>
        <w:t xml:space="preserve"> niepełnosprawnych lub </w:t>
      </w:r>
      <w:proofErr w:type="spellStart"/>
      <w:r w:rsidRPr="00FE50BB">
        <w:rPr>
          <w:rFonts w:asciiTheme="minorHAnsi" w:hAnsiTheme="minorHAnsi" w:cs="Arial"/>
          <w:sz w:val="16"/>
          <w:szCs w:val="16"/>
        </w:rPr>
        <w:t>defaworyzowanych</w:t>
      </w:r>
      <w:proofErr w:type="spellEnd"/>
      <w:r w:rsidRPr="00FE50BB">
        <w:rPr>
          <w:rFonts w:asciiTheme="minorHAnsi" w:hAnsiTheme="minorHAnsi" w:cs="Arial"/>
          <w:sz w:val="16"/>
          <w:szCs w:val="16"/>
        </w:rPr>
        <w:t>.</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t>
      </w:r>
      <w:proofErr w:type="spellStart"/>
      <w:r w:rsidRPr="00FE50BB">
        <w:rPr>
          <w:rStyle w:val="DeltaViewInsertion"/>
          <w:rFonts w:asciiTheme="minorHAnsi" w:hAnsiTheme="minorHAnsi" w:cs="Arial"/>
          <w:color w:val="000000"/>
          <w:sz w:val="16"/>
          <w:szCs w:val="16"/>
        </w:rPr>
        <w:t>WSiSW</w:t>
      </w:r>
      <w:proofErr w:type="spellEnd"/>
      <w:r w:rsidRPr="00FE50BB">
        <w:rPr>
          <w:rStyle w:val="DeltaViewInsertion"/>
          <w:rFonts w:asciiTheme="minorHAnsi" w:hAnsiTheme="minorHAnsi" w:cs="Arial"/>
          <w:color w:val="000000"/>
          <w:sz w:val="16"/>
          <w:szCs w:val="16"/>
        </w:rPr>
        <w:t xml:space="preserve">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522636C4" w14:textId="77777777" w:rsidTr="00563339">
      <w:trPr>
        <w:trHeight w:val="841"/>
      </w:trPr>
      <w:tc>
        <w:tcPr>
          <w:tcW w:w="1985" w:type="dxa"/>
        </w:tcPr>
        <w:p w14:paraId="00E60323"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148A7A85" wp14:editId="1F8B0866">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1312FABC" w14:textId="77777777" w:rsidR="00E60F2E" w:rsidRPr="00796896" w:rsidRDefault="00E60F2E" w:rsidP="00796896">
          <w:pPr>
            <w:spacing w:line="240" w:lineRule="auto"/>
            <w:jc w:val="right"/>
            <w:rPr>
              <w:rFonts w:ascii="Arial" w:hAnsi="Arial" w:cs="Arial"/>
              <w:b/>
              <w:sz w:val="14"/>
              <w:lang w:eastAsia="pl-PL"/>
            </w:rPr>
          </w:pPr>
        </w:p>
        <w:p w14:paraId="5A29A76F" w14:textId="77777777" w:rsidR="00E60F2E" w:rsidRPr="00796896" w:rsidRDefault="00E60F2E" w:rsidP="00796896">
          <w:pPr>
            <w:spacing w:line="240" w:lineRule="auto"/>
            <w:jc w:val="right"/>
            <w:rPr>
              <w:sz w:val="14"/>
              <w:lang w:eastAsia="pl-PL"/>
            </w:rPr>
          </w:pPr>
        </w:p>
      </w:tc>
      <w:tc>
        <w:tcPr>
          <w:tcW w:w="2092" w:type="dxa"/>
        </w:tcPr>
        <w:p w14:paraId="0B0927F4"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33CE00DB" wp14:editId="01039632">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00F82A6"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CE00DB"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00F82A6"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794E7688" w14:textId="77777777" w:rsidR="00E60F2E" w:rsidRPr="00796896" w:rsidRDefault="00E60F2E" w:rsidP="00796896">
          <w:pPr>
            <w:spacing w:line="240" w:lineRule="auto"/>
            <w:ind w:firstLine="708"/>
            <w:jc w:val="left"/>
            <w:rPr>
              <w:lang w:eastAsia="pl-PL"/>
            </w:rPr>
          </w:pPr>
        </w:p>
      </w:tc>
    </w:tr>
  </w:tbl>
  <w:p w14:paraId="1F0FE4AE" w14:textId="77777777"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6432" behindDoc="0" locked="0" layoutInCell="1" allowOverlap="1" wp14:anchorId="01A5BE54" wp14:editId="4E835EE7">
              <wp:simplePos x="0" y="0"/>
              <wp:positionH relativeFrom="margin">
                <wp:posOffset>146151</wp:posOffset>
              </wp:positionH>
              <wp:positionV relativeFrom="paragraph">
                <wp:posOffset>18694</wp:posOffset>
              </wp:positionV>
              <wp:extent cx="6299835" cy="0"/>
              <wp:effectExtent l="0" t="0" r="24765"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13A653"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l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gVVlIQIAADsEAAAOAAAAAAAAAAAAAAAAAC4CAABkcnMvZTJvRG9jLnhtbFBL&#10;AQItABQABgAIAAAAIQCkqNEJ3AAAAAcBAAAPAAAAAAAAAAAAAAAAAHsEAABkcnMvZG93bnJldi54&#10;bWxQSwUGAAAAAAQABADzAAAAhAUAAAAA&#10;" strokecolor="#ef7f00">
              <w10:wrap anchorx="margin"/>
            </v:shape>
          </w:pict>
        </mc:Fallback>
      </mc:AlternateContent>
    </w:r>
  </w:p>
  <w:p w14:paraId="3FC4BB22" w14:textId="063487C9" w:rsidR="00E60F2E" w:rsidRPr="0072383F" w:rsidRDefault="008C45BF" w:rsidP="004B2A5B">
    <w:pPr>
      <w:pStyle w:val="Nagwek"/>
      <w:spacing w:before="40"/>
      <w:jc w:val="center"/>
      <w:rPr>
        <w:rFonts w:ascii="Calibri" w:hAnsi="Calibri"/>
        <w:b/>
        <w:szCs w:val="16"/>
      </w:rPr>
    </w:pPr>
    <w:r>
      <w:rPr>
        <w:rFonts w:ascii="Calibri" w:hAnsi="Calibri"/>
        <w:b/>
        <w:szCs w:val="16"/>
      </w:rPr>
      <w:t>Specyfikacja Warunków Zamówienia (S</w:t>
    </w:r>
    <w:r w:rsidR="00E60F2E" w:rsidRPr="0072383F">
      <w:rPr>
        <w:rFonts w:ascii="Calibri" w:hAnsi="Calibri"/>
        <w:b/>
        <w:szCs w:val="16"/>
      </w:rPr>
      <w:t xml:space="preserve">WZ) </w:t>
    </w:r>
  </w:p>
  <w:p w14:paraId="794BCB9C" w14:textId="77777777" w:rsidR="00E60F2E" w:rsidRDefault="00E60F2E" w:rsidP="002932B9">
    <w:pPr>
      <w:pStyle w:val="Nagwek"/>
      <w:jc w:val="center"/>
      <w:rPr>
        <w:rFonts w:ascii="Calibri" w:hAnsi="Calibri"/>
        <w:b/>
        <w:szCs w:val="16"/>
      </w:rPr>
    </w:pPr>
    <w:r>
      <w:rPr>
        <w:rFonts w:ascii="Calibri" w:hAnsi="Calibri"/>
        <w:b/>
        <w:szCs w:val="16"/>
      </w:rPr>
      <w:t xml:space="preserve">do postępowania o udzielenie zamówienia publicznego sektorowego </w:t>
    </w:r>
  </w:p>
  <w:p w14:paraId="6BCF0BB7" w14:textId="5B164913" w:rsidR="00E60F2E" w:rsidRPr="0072383F" w:rsidRDefault="00E60F2E"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00137852">
      <w:rPr>
        <w:rFonts w:ascii="Calibri" w:hAnsi="Calibri"/>
        <w:b/>
        <w:szCs w:val="16"/>
      </w:rPr>
      <w:t>„</w:t>
    </w:r>
    <w:r w:rsidR="00D3050E" w:rsidRPr="00D3050E">
      <w:rPr>
        <w:rFonts w:ascii="Calibri" w:hAnsi="Calibri"/>
        <w:b/>
        <w:szCs w:val="16"/>
      </w:rPr>
      <w:t xml:space="preserve">Przegląd, konserwacja, serwis systemów </w:t>
    </w:r>
    <w:proofErr w:type="spellStart"/>
    <w:r w:rsidR="00D3050E" w:rsidRPr="00D3050E">
      <w:rPr>
        <w:rFonts w:ascii="Calibri" w:hAnsi="Calibri"/>
        <w:b/>
        <w:szCs w:val="16"/>
      </w:rPr>
      <w:t>sygnalizacji</w:t>
    </w:r>
    <w:proofErr w:type="spellEnd"/>
    <w:r w:rsidR="00D3050E" w:rsidRPr="00D3050E">
      <w:rPr>
        <w:rFonts w:ascii="Calibri" w:hAnsi="Calibri"/>
        <w:b/>
        <w:szCs w:val="16"/>
      </w:rPr>
      <w:t xml:space="preserve"> </w:t>
    </w:r>
    <w:proofErr w:type="spellStart"/>
    <w:r w:rsidR="00D3050E" w:rsidRPr="00D3050E">
      <w:rPr>
        <w:rFonts w:ascii="Calibri" w:hAnsi="Calibri"/>
        <w:b/>
        <w:szCs w:val="16"/>
      </w:rPr>
      <w:t>pożaru</w:t>
    </w:r>
    <w:proofErr w:type="spellEnd"/>
    <w:r w:rsidR="00D3050E" w:rsidRPr="00D3050E">
      <w:rPr>
        <w:rFonts w:ascii="Calibri" w:hAnsi="Calibri"/>
        <w:b/>
        <w:szCs w:val="16"/>
      </w:rPr>
      <w:t xml:space="preserve">, </w:t>
    </w:r>
    <w:proofErr w:type="spellStart"/>
    <w:r w:rsidR="00D3050E" w:rsidRPr="00D3050E">
      <w:rPr>
        <w:rFonts w:ascii="Calibri" w:hAnsi="Calibri"/>
        <w:b/>
        <w:szCs w:val="16"/>
      </w:rPr>
      <w:t>odd</w:t>
    </w:r>
    <w:r w:rsidR="00D3050E">
      <w:rPr>
        <w:rFonts w:ascii="Calibri" w:hAnsi="Calibri"/>
        <w:b/>
        <w:szCs w:val="16"/>
      </w:rPr>
      <w:t>ymiania</w:t>
    </w:r>
    <w:proofErr w:type="spellEnd"/>
    <w:r w:rsidR="00D3050E">
      <w:rPr>
        <w:rFonts w:ascii="Calibri" w:hAnsi="Calibri"/>
        <w:b/>
        <w:szCs w:val="16"/>
      </w:rPr>
      <w:t xml:space="preserve"> </w:t>
    </w:r>
    <w:proofErr w:type="spellStart"/>
    <w:r w:rsidR="00D3050E">
      <w:rPr>
        <w:rFonts w:ascii="Calibri" w:hAnsi="Calibri"/>
        <w:b/>
        <w:szCs w:val="16"/>
      </w:rPr>
      <w:t>oraz</w:t>
    </w:r>
    <w:proofErr w:type="spellEnd"/>
    <w:r w:rsidR="00D3050E">
      <w:rPr>
        <w:rFonts w:ascii="Calibri" w:hAnsi="Calibri"/>
        <w:b/>
        <w:szCs w:val="16"/>
      </w:rPr>
      <w:t xml:space="preserve"> </w:t>
    </w:r>
    <w:proofErr w:type="spellStart"/>
    <w:r w:rsidR="00D3050E">
      <w:rPr>
        <w:rFonts w:ascii="Calibri" w:hAnsi="Calibri"/>
        <w:b/>
        <w:szCs w:val="16"/>
      </w:rPr>
      <w:t>gaszenia</w:t>
    </w:r>
    <w:proofErr w:type="spellEnd"/>
    <w:r w:rsidR="00D3050E">
      <w:rPr>
        <w:rFonts w:ascii="Calibri" w:hAnsi="Calibri"/>
        <w:b/>
        <w:szCs w:val="16"/>
      </w:rPr>
      <w:t xml:space="preserve"> w PGE EC O</w:t>
    </w:r>
    <w:r w:rsidR="00D3050E" w:rsidRPr="00D3050E">
      <w:rPr>
        <w:rFonts w:ascii="Calibri" w:hAnsi="Calibri"/>
        <w:b/>
        <w:szCs w:val="16"/>
      </w:rPr>
      <w:t>ddział Wybrzeże</w:t>
    </w:r>
    <w:r w:rsidR="00D3050E">
      <w:rPr>
        <w:rFonts w:ascii="Calibri" w:hAnsi="Calibri"/>
        <w:b/>
        <w:szCs w:val="16"/>
      </w:rPr>
      <w:t>”</w:t>
    </w:r>
  </w:p>
  <w:p w14:paraId="010168FD" w14:textId="349BA19C" w:rsidR="00E60F2E" w:rsidRPr="0012433B" w:rsidRDefault="00E60F2E" w:rsidP="004B2A5B">
    <w:pPr>
      <w:pStyle w:val="Nagwek"/>
      <w:spacing w:line="240" w:lineRule="auto"/>
      <w:jc w:val="center"/>
      <w:rPr>
        <w:rFonts w:ascii="Calibri" w:hAnsi="Calibri"/>
        <w:b/>
        <w:szCs w:val="16"/>
      </w:rPr>
    </w:pPr>
    <w:r w:rsidRPr="0012433B">
      <w:rPr>
        <w:rFonts w:ascii="Calibri" w:hAnsi="Calibri"/>
        <w:b/>
        <w:szCs w:val="16"/>
      </w:rPr>
      <w:t>nr</w:t>
    </w:r>
    <w:r w:rsidR="00137852" w:rsidRPr="0012433B">
      <w:rPr>
        <w:rFonts w:ascii="Calibri" w:hAnsi="Calibri"/>
        <w:b/>
        <w:szCs w:val="16"/>
      </w:rPr>
      <w:t xml:space="preserve"> </w:t>
    </w:r>
    <w:r w:rsidR="00D3050E" w:rsidRPr="0012433B">
      <w:rPr>
        <w:rFonts w:ascii="Calibri" w:hAnsi="Calibri"/>
        <w:b/>
        <w:szCs w:val="16"/>
      </w:rPr>
      <w:t>POST/PEC/PEC/ZNW/00302</w:t>
    </w:r>
    <w:r w:rsidR="00137852" w:rsidRPr="0012433B">
      <w:rPr>
        <w:rFonts w:ascii="Calibri" w:hAnsi="Calibri"/>
        <w:b/>
        <w:szCs w:val="16"/>
      </w:rPr>
      <w:t>/2025</w:t>
    </w:r>
  </w:p>
  <w:p w14:paraId="2E256EFA" w14:textId="77777777" w:rsidR="00E60F2E" w:rsidRPr="0072383F" w:rsidRDefault="00E60F2E"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4384" behindDoc="1" locked="0" layoutInCell="1" allowOverlap="1" wp14:anchorId="20DCA6B6" wp14:editId="4BF456B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3360" behindDoc="0" locked="0" layoutInCell="1" allowOverlap="1" wp14:anchorId="77B009C4" wp14:editId="37738922">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009C4" id="_x0000_t202" coordsize="21600,21600" o:spt="202" path="m,l,21600r21600,l21600,xe">
                    <v:stroke joinstyle="miter"/>
                    <v:path gradientshapeok="t" o:connecttype="rect"/>
                  </v:shapetype>
                  <v:shape id="_x0000_s1027" type="#_x0000_t202" style="position:absolute;margin-left:-2.35pt;margin-top:3.75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1BEIgIAAFQEAAAOAAAAZHJzL2Uyb0RvYy54bWysVNtu2zAMfR+wfxD0vjjJkq4x4hRdugwD&#10;ugvQ7gNkWbaFyaJGKbGzrx8lp2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479OGzgo7FTcGRKp/QxeHe&#10;h8hG5E8uMZgHo6udNiYdsCm3BtlBUJfs0pcSeOFmLOsjs9e+73SgXje6K/j1NH5j90XNPtkqdWIQ&#10;2ox74mvsScSo26hgGMohVSspHAUuoTqSqghja9Mo0qYF/MNZT21dcP97L1BxZr5YqsxqtljEOUiH&#10;xfID6cjw0lJeWoSVBFXwwNm43YZxdvYOddNSpLEXLNxSNWudhH5mdaJPrZv0P41ZnI3Lc/J6/hls&#10;/gI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AMq1BEIgIAAFQEAAAOAAAAAAAAAAAAAAAAAC4CAABkcnMvZTJvRG9jLnht&#10;bFBLAQItABQABgAIAAAAIQBCo9Vi3gAAAAcBAAAPAAAAAAAAAAAAAAAAAHwEAABkcnMvZG93bnJl&#10;di54bWxQSwUGAAAAAAQABADzAAAAhwU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6660AA9A" wp14:editId="257DBA34">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A237B9"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37"/>
  </w:num>
  <w:num w:numId="3">
    <w:abstractNumId w:val="95"/>
  </w:num>
  <w:num w:numId="4">
    <w:abstractNumId w:val="60"/>
  </w:num>
  <w:num w:numId="5">
    <w:abstractNumId w:val="26"/>
  </w:num>
  <w:num w:numId="6">
    <w:abstractNumId w:val="67"/>
  </w:num>
  <w:num w:numId="7">
    <w:abstractNumId w:val="50"/>
  </w:num>
  <w:num w:numId="8">
    <w:abstractNumId w:val="78"/>
  </w:num>
  <w:num w:numId="9">
    <w:abstractNumId w:val="40"/>
  </w:num>
  <w:num w:numId="10">
    <w:abstractNumId w:val="38"/>
  </w:num>
  <w:num w:numId="11">
    <w:abstractNumId w:val="83"/>
  </w:num>
  <w:num w:numId="12">
    <w:abstractNumId w:val="71"/>
  </w:num>
  <w:num w:numId="13">
    <w:abstractNumId w:val="94"/>
  </w:num>
  <w:num w:numId="14">
    <w:abstractNumId w:val="70"/>
  </w:num>
  <w:num w:numId="15">
    <w:abstractNumId w:val="58"/>
  </w:num>
  <w:num w:numId="16">
    <w:abstractNumId w:val="54"/>
  </w:num>
  <w:num w:numId="17">
    <w:abstractNumId w:val="20"/>
  </w:num>
  <w:num w:numId="18">
    <w:abstractNumId w:val="27"/>
  </w:num>
  <w:num w:numId="19">
    <w:abstractNumId w:val="103"/>
  </w:num>
  <w:num w:numId="20">
    <w:abstractNumId w:val="96"/>
  </w:num>
  <w:num w:numId="21">
    <w:abstractNumId w:val="42"/>
  </w:num>
  <w:num w:numId="22">
    <w:abstractNumId w:val="97"/>
  </w:num>
  <w:num w:numId="23">
    <w:abstractNumId w:val="22"/>
  </w:num>
  <w:num w:numId="24">
    <w:abstractNumId w:val="18"/>
  </w:num>
  <w:num w:numId="25">
    <w:abstractNumId w:val="72"/>
  </w:num>
  <w:num w:numId="26">
    <w:abstractNumId w:val="30"/>
  </w:num>
  <w:num w:numId="27">
    <w:abstractNumId w:val="2"/>
  </w:num>
  <w:num w:numId="28">
    <w:abstractNumId w:val="79"/>
  </w:num>
  <w:num w:numId="29">
    <w:abstractNumId w:val="93"/>
  </w:num>
  <w:num w:numId="30">
    <w:abstractNumId w:val="19"/>
  </w:num>
  <w:num w:numId="31">
    <w:abstractNumId w:val="34"/>
  </w:num>
  <w:num w:numId="32">
    <w:abstractNumId w:val="39"/>
  </w:num>
  <w:num w:numId="33">
    <w:abstractNumId w:val="29"/>
  </w:num>
  <w:num w:numId="34">
    <w:abstractNumId w:val="0"/>
  </w:num>
  <w:num w:numId="35">
    <w:abstractNumId w:val="48"/>
  </w:num>
  <w:num w:numId="36">
    <w:abstractNumId w:val="59"/>
  </w:num>
  <w:num w:numId="37">
    <w:abstractNumId w:val="75"/>
    <w:lvlOverride w:ilvl="0">
      <w:startOverride w:val="1"/>
    </w:lvlOverride>
  </w:num>
  <w:num w:numId="38">
    <w:abstractNumId w:val="92"/>
  </w:num>
  <w:num w:numId="39">
    <w:abstractNumId w:val="36"/>
  </w:num>
  <w:num w:numId="40">
    <w:abstractNumId w:val="73"/>
  </w:num>
  <w:num w:numId="41">
    <w:abstractNumId w:val="65"/>
  </w:num>
  <w:num w:numId="42">
    <w:abstractNumId w:val="28"/>
  </w:num>
  <w:num w:numId="43">
    <w:abstractNumId w:val="52"/>
  </w:num>
  <w:num w:numId="44">
    <w:abstractNumId w:val="102"/>
  </w:num>
  <w:num w:numId="45">
    <w:abstractNumId w:val="61"/>
  </w:num>
  <w:num w:numId="46">
    <w:abstractNumId w:val="44"/>
  </w:num>
  <w:num w:numId="47">
    <w:abstractNumId w:val="62"/>
  </w:num>
  <w:num w:numId="48">
    <w:abstractNumId w:val="46"/>
  </w:num>
  <w:num w:numId="49">
    <w:abstractNumId w:val="100"/>
  </w:num>
  <w:num w:numId="50">
    <w:abstractNumId w:val="74"/>
  </w:num>
  <w:num w:numId="51">
    <w:abstractNumId w:val="24"/>
  </w:num>
  <w:num w:numId="52">
    <w:abstractNumId w:val="66"/>
  </w:num>
  <w:num w:numId="53">
    <w:abstractNumId w:val="81"/>
  </w:num>
  <w:num w:numId="54">
    <w:abstractNumId w:val="57"/>
  </w:num>
  <w:num w:numId="55">
    <w:abstractNumId w:val="88"/>
  </w:num>
  <w:num w:numId="56">
    <w:abstractNumId w:val="80"/>
  </w:num>
  <w:num w:numId="57">
    <w:abstractNumId w:val="84"/>
  </w:num>
  <w:num w:numId="58">
    <w:abstractNumId w:val="21"/>
  </w:num>
  <w:num w:numId="59">
    <w:abstractNumId w:val="45"/>
  </w:num>
  <w:num w:numId="60">
    <w:abstractNumId w:val="25"/>
  </w:num>
  <w:num w:numId="61">
    <w:abstractNumId w:val="99"/>
  </w:num>
  <w:num w:numId="62">
    <w:abstractNumId w:val="32"/>
  </w:num>
  <w:num w:numId="63">
    <w:abstractNumId w:val="90"/>
  </w:num>
  <w:num w:numId="64">
    <w:abstractNumId w:val="41"/>
  </w:num>
  <w:num w:numId="65">
    <w:abstractNumId w:val="23"/>
  </w:num>
  <w:num w:numId="66">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abstractNumId w:val="1"/>
  </w:num>
  <w:num w:numId="68">
    <w:abstractNumId w:val="31"/>
  </w:num>
  <w:num w:numId="69">
    <w:abstractNumId w:val="68"/>
  </w:num>
  <w:num w:numId="70">
    <w:abstractNumId w:val="49"/>
  </w:num>
  <w:num w:numId="71">
    <w:abstractNumId w:val="51"/>
  </w:num>
  <w:num w:numId="72">
    <w:abstractNumId w:val="56"/>
  </w:num>
  <w:num w:numId="73">
    <w:abstractNumId w:val="77"/>
  </w:num>
  <w:num w:numId="74">
    <w:abstractNumId w:val="82"/>
  </w:num>
  <w:num w:numId="75">
    <w:abstractNumId w:val="64"/>
  </w:num>
  <w:num w:numId="76">
    <w:abstractNumId w:val="63"/>
    <w:lvlOverride w:ilvl="0">
      <w:startOverride w:val="1"/>
    </w:lvlOverride>
  </w:num>
  <w:num w:numId="77">
    <w:abstractNumId w:val="87"/>
    <w:lvlOverride w:ilvl="0">
      <w:startOverride w:val="1"/>
    </w:lvlOverride>
  </w:num>
  <w:num w:numId="78">
    <w:abstractNumId w:val="87"/>
  </w:num>
  <w:num w:numId="79">
    <w:abstractNumId w:val="63"/>
  </w:num>
  <w:num w:numId="80">
    <w:abstractNumId w:val="35"/>
  </w:num>
  <w:num w:numId="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101"/>
  </w:num>
  <w:num w:numId="84">
    <w:abstractNumId w:val="98"/>
  </w:num>
  <w:num w:numId="85">
    <w:abstractNumId w:val="69"/>
  </w:num>
  <w:num w:numId="86">
    <w:abstractNumId w:val="85"/>
  </w:num>
  <w:num w:numId="87">
    <w:abstractNumId w:val="47"/>
  </w:num>
  <w:num w:numId="88">
    <w:abstractNumId w:val="91"/>
  </w:num>
  <w:num w:numId="89">
    <w:abstractNumId w:val="76"/>
  </w:num>
  <w:num w:numId="90">
    <w:abstractNumId w:val="86"/>
  </w:num>
  <w:num w:numId="91">
    <w:abstractNumId w:val="55"/>
  </w:num>
  <w:num w:numId="92">
    <w:abstractNumId w:val="43"/>
  </w:num>
  <w:num w:numId="93">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14D4"/>
    <w:rsid w:val="000017D4"/>
    <w:rsid w:val="000024B7"/>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4DB1"/>
    <w:rsid w:val="00036688"/>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D28"/>
    <w:rsid w:val="00123043"/>
    <w:rsid w:val="001236C4"/>
    <w:rsid w:val="00123911"/>
    <w:rsid w:val="0012433B"/>
    <w:rsid w:val="00124C80"/>
    <w:rsid w:val="00125118"/>
    <w:rsid w:val="001255DB"/>
    <w:rsid w:val="001257DD"/>
    <w:rsid w:val="00125C6D"/>
    <w:rsid w:val="00126A2D"/>
    <w:rsid w:val="001271D3"/>
    <w:rsid w:val="0012771D"/>
    <w:rsid w:val="00132508"/>
    <w:rsid w:val="0013351B"/>
    <w:rsid w:val="001338B8"/>
    <w:rsid w:val="00135394"/>
    <w:rsid w:val="00136670"/>
    <w:rsid w:val="00137852"/>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307B"/>
    <w:rsid w:val="001C3A80"/>
    <w:rsid w:val="001C476D"/>
    <w:rsid w:val="001C5D66"/>
    <w:rsid w:val="001C5EB3"/>
    <w:rsid w:val="001C62B7"/>
    <w:rsid w:val="001C66CB"/>
    <w:rsid w:val="001C7160"/>
    <w:rsid w:val="001D03CC"/>
    <w:rsid w:val="001D312E"/>
    <w:rsid w:val="001D38FB"/>
    <w:rsid w:val="001D4056"/>
    <w:rsid w:val="001D5858"/>
    <w:rsid w:val="001D5C85"/>
    <w:rsid w:val="001D78C1"/>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63F9"/>
    <w:rsid w:val="002964DF"/>
    <w:rsid w:val="002965D7"/>
    <w:rsid w:val="002A0512"/>
    <w:rsid w:val="002A06B7"/>
    <w:rsid w:val="002A0880"/>
    <w:rsid w:val="002A0EC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B7B"/>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7077"/>
    <w:rsid w:val="00317343"/>
    <w:rsid w:val="00320E4E"/>
    <w:rsid w:val="00321081"/>
    <w:rsid w:val="00321A44"/>
    <w:rsid w:val="00321D8D"/>
    <w:rsid w:val="00323BAF"/>
    <w:rsid w:val="00325439"/>
    <w:rsid w:val="0032715D"/>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32FD"/>
    <w:rsid w:val="00353524"/>
    <w:rsid w:val="003545FC"/>
    <w:rsid w:val="00354621"/>
    <w:rsid w:val="00354CFA"/>
    <w:rsid w:val="003552E8"/>
    <w:rsid w:val="00356797"/>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99B"/>
    <w:rsid w:val="003B64D8"/>
    <w:rsid w:val="003B6BE5"/>
    <w:rsid w:val="003B7717"/>
    <w:rsid w:val="003C0C0C"/>
    <w:rsid w:val="003C14B6"/>
    <w:rsid w:val="003C1652"/>
    <w:rsid w:val="003C1F0E"/>
    <w:rsid w:val="003C1F10"/>
    <w:rsid w:val="003C324F"/>
    <w:rsid w:val="003C369E"/>
    <w:rsid w:val="003C43DE"/>
    <w:rsid w:val="003C571C"/>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A60"/>
    <w:rsid w:val="003E2F6B"/>
    <w:rsid w:val="003E3771"/>
    <w:rsid w:val="003E4225"/>
    <w:rsid w:val="003E4419"/>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242C"/>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568D"/>
    <w:rsid w:val="004B6774"/>
    <w:rsid w:val="004B7298"/>
    <w:rsid w:val="004B72B5"/>
    <w:rsid w:val="004B7D6C"/>
    <w:rsid w:val="004B7E1E"/>
    <w:rsid w:val="004B7E53"/>
    <w:rsid w:val="004C028E"/>
    <w:rsid w:val="004C12AB"/>
    <w:rsid w:val="004C16EC"/>
    <w:rsid w:val="004C1A1A"/>
    <w:rsid w:val="004C246F"/>
    <w:rsid w:val="004C2628"/>
    <w:rsid w:val="004C274B"/>
    <w:rsid w:val="004C321F"/>
    <w:rsid w:val="004C3FDF"/>
    <w:rsid w:val="004C42E1"/>
    <w:rsid w:val="004C4D8C"/>
    <w:rsid w:val="004C59B8"/>
    <w:rsid w:val="004C618F"/>
    <w:rsid w:val="004C69DB"/>
    <w:rsid w:val="004C7BA2"/>
    <w:rsid w:val="004C7F0D"/>
    <w:rsid w:val="004D045E"/>
    <w:rsid w:val="004D0C3E"/>
    <w:rsid w:val="004D17A2"/>
    <w:rsid w:val="004D1B5A"/>
    <w:rsid w:val="004D51A9"/>
    <w:rsid w:val="004D56F0"/>
    <w:rsid w:val="004D5B2A"/>
    <w:rsid w:val="004D6087"/>
    <w:rsid w:val="004D6760"/>
    <w:rsid w:val="004D7B12"/>
    <w:rsid w:val="004E0021"/>
    <w:rsid w:val="004E18F3"/>
    <w:rsid w:val="004E19B8"/>
    <w:rsid w:val="004E457A"/>
    <w:rsid w:val="004E5B60"/>
    <w:rsid w:val="004E63E8"/>
    <w:rsid w:val="004E6818"/>
    <w:rsid w:val="004E6F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61"/>
    <w:rsid w:val="005711EB"/>
    <w:rsid w:val="00573F17"/>
    <w:rsid w:val="00575075"/>
    <w:rsid w:val="00575AE3"/>
    <w:rsid w:val="0057607C"/>
    <w:rsid w:val="0057667D"/>
    <w:rsid w:val="00576964"/>
    <w:rsid w:val="00581151"/>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A014B"/>
    <w:rsid w:val="005A0719"/>
    <w:rsid w:val="005A0EB3"/>
    <w:rsid w:val="005A1339"/>
    <w:rsid w:val="005A13F3"/>
    <w:rsid w:val="005A1BB8"/>
    <w:rsid w:val="005A1F87"/>
    <w:rsid w:val="005A3C77"/>
    <w:rsid w:val="005A457E"/>
    <w:rsid w:val="005A6374"/>
    <w:rsid w:val="005A67B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711"/>
    <w:rsid w:val="00691C9F"/>
    <w:rsid w:val="0069378D"/>
    <w:rsid w:val="00694054"/>
    <w:rsid w:val="00696B4D"/>
    <w:rsid w:val="00696E80"/>
    <w:rsid w:val="0069753B"/>
    <w:rsid w:val="006A0991"/>
    <w:rsid w:val="006A0B9D"/>
    <w:rsid w:val="006A0D55"/>
    <w:rsid w:val="006A252F"/>
    <w:rsid w:val="006A29A2"/>
    <w:rsid w:val="006A34A7"/>
    <w:rsid w:val="006A3656"/>
    <w:rsid w:val="006A384D"/>
    <w:rsid w:val="006A450C"/>
    <w:rsid w:val="006A472D"/>
    <w:rsid w:val="006A59D7"/>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1050"/>
    <w:rsid w:val="006C1073"/>
    <w:rsid w:val="006C1D4A"/>
    <w:rsid w:val="006C2655"/>
    <w:rsid w:val="006C3B4E"/>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89B"/>
    <w:rsid w:val="006F263D"/>
    <w:rsid w:val="006F40EA"/>
    <w:rsid w:val="006F41DF"/>
    <w:rsid w:val="006F460A"/>
    <w:rsid w:val="006F4A21"/>
    <w:rsid w:val="006F5F01"/>
    <w:rsid w:val="006F5F2B"/>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B9E"/>
    <w:rsid w:val="00711996"/>
    <w:rsid w:val="00714AF9"/>
    <w:rsid w:val="0071607D"/>
    <w:rsid w:val="00716F7E"/>
    <w:rsid w:val="007173C8"/>
    <w:rsid w:val="007175C5"/>
    <w:rsid w:val="00717821"/>
    <w:rsid w:val="0072048F"/>
    <w:rsid w:val="00720AF2"/>
    <w:rsid w:val="00721E90"/>
    <w:rsid w:val="00721FB7"/>
    <w:rsid w:val="00722555"/>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D5F"/>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7EB"/>
    <w:rsid w:val="008806E9"/>
    <w:rsid w:val="008809E7"/>
    <w:rsid w:val="008809FC"/>
    <w:rsid w:val="0088100A"/>
    <w:rsid w:val="00881E6A"/>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3124"/>
    <w:rsid w:val="008D44F9"/>
    <w:rsid w:val="008D494D"/>
    <w:rsid w:val="008D5FC5"/>
    <w:rsid w:val="008D6090"/>
    <w:rsid w:val="008D64FA"/>
    <w:rsid w:val="008D666D"/>
    <w:rsid w:val="008D6786"/>
    <w:rsid w:val="008D6E9D"/>
    <w:rsid w:val="008D7176"/>
    <w:rsid w:val="008D7A1B"/>
    <w:rsid w:val="008E011E"/>
    <w:rsid w:val="008E0F38"/>
    <w:rsid w:val="008E1241"/>
    <w:rsid w:val="008E1457"/>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34D9"/>
    <w:rsid w:val="00944236"/>
    <w:rsid w:val="009457C9"/>
    <w:rsid w:val="00945873"/>
    <w:rsid w:val="0094595F"/>
    <w:rsid w:val="009463BE"/>
    <w:rsid w:val="00946EDC"/>
    <w:rsid w:val="00947565"/>
    <w:rsid w:val="009502BE"/>
    <w:rsid w:val="0095179F"/>
    <w:rsid w:val="00951B78"/>
    <w:rsid w:val="00952034"/>
    <w:rsid w:val="00952D39"/>
    <w:rsid w:val="00952FD0"/>
    <w:rsid w:val="009531F9"/>
    <w:rsid w:val="009555C6"/>
    <w:rsid w:val="00955B01"/>
    <w:rsid w:val="00956911"/>
    <w:rsid w:val="00956C55"/>
    <w:rsid w:val="0096081C"/>
    <w:rsid w:val="00960D96"/>
    <w:rsid w:val="0096123E"/>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779"/>
    <w:rsid w:val="009D042F"/>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487C"/>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7333"/>
    <w:rsid w:val="00AA0273"/>
    <w:rsid w:val="00AA0B2C"/>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5FE"/>
    <w:rsid w:val="00AC48DA"/>
    <w:rsid w:val="00AC5233"/>
    <w:rsid w:val="00AC5EDA"/>
    <w:rsid w:val="00AC624A"/>
    <w:rsid w:val="00AC6FCA"/>
    <w:rsid w:val="00AC7166"/>
    <w:rsid w:val="00AC76C4"/>
    <w:rsid w:val="00AD1330"/>
    <w:rsid w:val="00AD2C77"/>
    <w:rsid w:val="00AD2C9C"/>
    <w:rsid w:val="00AD36D1"/>
    <w:rsid w:val="00AD3ED9"/>
    <w:rsid w:val="00AD4FD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7452"/>
    <w:rsid w:val="00AF0578"/>
    <w:rsid w:val="00AF09CB"/>
    <w:rsid w:val="00AF0DE0"/>
    <w:rsid w:val="00AF1FB0"/>
    <w:rsid w:val="00AF3232"/>
    <w:rsid w:val="00AF3348"/>
    <w:rsid w:val="00AF4C2F"/>
    <w:rsid w:val="00AF4DF2"/>
    <w:rsid w:val="00AF4FD6"/>
    <w:rsid w:val="00AF562C"/>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DB4"/>
    <w:rsid w:val="00BD22B4"/>
    <w:rsid w:val="00BD28B5"/>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529E"/>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D48"/>
    <w:rsid w:val="00C031C6"/>
    <w:rsid w:val="00C043E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4F0"/>
    <w:rsid w:val="00C759C6"/>
    <w:rsid w:val="00C75B44"/>
    <w:rsid w:val="00C772B4"/>
    <w:rsid w:val="00C77377"/>
    <w:rsid w:val="00C7748F"/>
    <w:rsid w:val="00C806E1"/>
    <w:rsid w:val="00C83190"/>
    <w:rsid w:val="00C84E66"/>
    <w:rsid w:val="00C85C60"/>
    <w:rsid w:val="00C863E7"/>
    <w:rsid w:val="00C90982"/>
    <w:rsid w:val="00C91437"/>
    <w:rsid w:val="00C92219"/>
    <w:rsid w:val="00C92C12"/>
    <w:rsid w:val="00C93B6D"/>
    <w:rsid w:val="00C95325"/>
    <w:rsid w:val="00C96B1E"/>
    <w:rsid w:val="00C96BB3"/>
    <w:rsid w:val="00C96D16"/>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733D"/>
    <w:rsid w:val="00D277B5"/>
    <w:rsid w:val="00D30334"/>
    <w:rsid w:val="00D3050E"/>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5D71"/>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6073"/>
    <w:rsid w:val="00D8728A"/>
    <w:rsid w:val="00D90009"/>
    <w:rsid w:val="00D91177"/>
    <w:rsid w:val="00D93BF4"/>
    <w:rsid w:val="00D941A2"/>
    <w:rsid w:val="00D955C8"/>
    <w:rsid w:val="00DA0496"/>
    <w:rsid w:val="00DA0FA8"/>
    <w:rsid w:val="00DA1855"/>
    <w:rsid w:val="00DA1E8B"/>
    <w:rsid w:val="00DA239B"/>
    <w:rsid w:val="00DA306F"/>
    <w:rsid w:val="00DA3225"/>
    <w:rsid w:val="00DA32A7"/>
    <w:rsid w:val="00DA3AE2"/>
    <w:rsid w:val="00DA4A92"/>
    <w:rsid w:val="00DA5139"/>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91"/>
    <w:rsid w:val="00DC12D9"/>
    <w:rsid w:val="00DC14CD"/>
    <w:rsid w:val="00DC14F5"/>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FFE"/>
    <w:rsid w:val="00E66247"/>
    <w:rsid w:val="00E67B08"/>
    <w:rsid w:val="00E72167"/>
    <w:rsid w:val="00E7289B"/>
    <w:rsid w:val="00E7295E"/>
    <w:rsid w:val="00E72DF8"/>
    <w:rsid w:val="00E73114"/>
    <w:rsid w:val="00E7319E"/>
    <w:rsid w:val="00E73BB6"/>
    <w:rsid w:val="00E73E45"/>
    <w:rsid w:val="00E73FC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23D"/>
    <w:rsid w:val="00EC43D8"/>
    <w:rsid w:val="00EC49ED"/>
    <w:rsid w:val="00EC568F"/>
    <w:rsid w:val="00EC59BA"/>
    <w:rsid w:val="00EC7C7A"/>
    <w:rsid w:val="00EC7EB6"/>
    <w:rsid w:val="00ED0748"/>
    <w:rsid w:val="00ED0DB1"/>
    <w:rsid w:val="00ED1487"/>
    <w:rsid w:val="00ED201E"/>
    <w:rsid w:val="00ED29F5"/>
    <w:rsid w:val="00ED38D6"/>
    <w:rsid w:val="00ED3DF4"/>
    <w:rsid w:val="00ED3FB8"/>
    <w:rsid w:val="00ED423E"/>
    <w:rsid w:val="00ED4FB8"/>
    <w:rsid w:val="00ED5B19"/>
    <w:rsid w:val="00ED6223"/>
    <w:rsid w:val="00ED6FCD"/>
    <w:rsid w:val="00ED78D7"/>
    <w:rsid w:val="00EE06D4"/>
    <w:rsid w:val="00EE1676"/>
    <w:rsid w:val="00EE2363"/>
    <w:rsid w:val="00EE23FB"/>
    <w:rsid w:val="00EE276E"/>
    <w:rsid w:val="00EE27D3"/>
    <w:rsid w:val="00EE2D26"/>
    <w:rsid w:val="00EE446F"/>
    <w:rsid w:val="00EE5B3B"/>
    <w:rsid w:val="00EE603A"/>
    <w:rsid w:val="00EE7A1B"/>
    <w:rsid w:val="00EF1557"/>
    <w:rsid w:val="00EF33C5"/>
    <w:rsid w:val="00EF3B32"/>
    <w:rsid w:val="00EF3D0E"/>
    <w:rsid w:val="00EF4693"/>
    <w:rsid w:val="00EF5BB7"/>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8BA"/>
    <w:rsid w:val="00F629A3"/>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2BC9"/>
    <w:rsid w:val="00F9366D"/>
    <w:rsid w:val="00F93EE8"/>
    <w:rsid w:val="00F9518D"/>
    <w:rsid w:val="00F96D8C"/>
    <w:rsid w:val="00F97984"/>
    <w:rsid w:val="00FA052B"/>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F55"/>
    <w:rsid w:val="00FB1312"/>
    <w:rsid w:val="00FB1491"/>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uiPriority w:val="22"/>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67204">
      <w:bodyDiv w:val="1"/>
      <w:marLeft w:val="0"/>
      <w:marRight w:val="0"/>
      <w:marTop w:val="0"/>
      <w:marBottom w:val="0"/>
      <w:divBdr>
        <w:top w:val="none" w:sz="0" w:space="0" w:color="auto"/>
        <w:left w:val="none" w:sz="0" w:space="0" w:color="auto"/>
        <w:bottom w:val="none" w:sz="0" w:space="0" w:color="auto"/>
        <w:right w:val="none" w:sz="0" w:space="0" w:color="auto"/>
      </w:divBdr>
    </w:div>
    <w:div w:id="394934740">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3656209">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SWZ_Zał. 3_JEDZ_302_2025.docx</dmsv2BaseFileName>
    <dmsv2BaseDisplayName xmlns="http://schemas.microsoft.com/sharepoint/v3">SWZ_Zał. 3_JEDZ_302_2025</dmsv2BaseDisplayName>
    <dmsv2SWPP2ObjectNumber xmlns="http://schemas.microsoft.com/sharepoint/v3">POST/PEC/PEC/UZI/00302/2025                       </dmsv2SWPP2ObjectNumber>
    <dmsv2SWPP2SumMD5 xmlns="http://schemas.microsoft.com/sharepoint/v3">9f16b82a30deafb9448108af580f2e0d</dmsv2SWPP2SumMD5>
    <dmsv2BaseMoved xmlns="http://schemas.microsoft.com/sharepoint/v3">false</dmsv2BaseMoved>
    <dmsv2BaseIsSensitive xmlns="http://schemas.microsoft.com/sharepoint/v3">true</dmsv2BaseIsSensitive>
    <dmsv2SWPP2IDSWPP2 xmlns="http://schemas.microsoft.com/sharepoint/v3">674305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22692960</dmsv2BaseClientSystemDocumentID>
    <dmsv2BaseModifiedByID xmlns="http://schemas.microsoft.com/sharepoint/v3">19100306</dmsv2BaseModifiedByID>
    <dmsv2BaseCreatedByID xmlns="http://schemas.microsoft.com/sharepoint/v3">19100306</dmsv2BaseCreatedByID>
    <dmsv2SWPP2ObjectDepartment xmlns="http://schemas.microsoft.com/sharepoint/v3">00000001000l00030002</dmsv2SWPP2ObjectDepartment>
    <dmsv2SWPP2ObjectName xmlns="http://schemas.microsoft.com/sharepoint/v3">Postępowanie</dmsv2SWPP2ObjectName>
    <_dlc_DocId xmlns="a19cb1c7-c5c7-46d4-85ae-d83685407bba">XD3KHSRJV2AP-92384522-17181</_dlc_DocId>
    <_dlc_DocIdUrl xmlns="a19cb1c7-c5c7-46d4-85ae-d83685407bba">
      <Url>https://swpp2.dms.gkpge.pl/sites/38/_layouts/15/DocIdRedir.aspx?ID=XD3KHSRJV2AP-92384522-17181</Url>
      <Description>XD3KHSRJV2AP-92384522-17181</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2.xml><?xml version="1.0" encoding="utf-8"?>
<ds:datastoreItem xmlns:ds="http://schemas.openxmlformats.org/officeDocument/2006/customXml" ds:itemID="{23D6266C-F8D7-4153-BB5A-3C7B49388600}"/>
</file>

<file path=customXml/itemProps3.xml><?xml version="1.0" encoding="utf-8"?>
<ds:datastoreItem xmlns:ds="http://schemas.openxmlformats.org/officeDocument/2006/customXml" ds:itemID="{CF438437-B597-4578-8EA3-463FE077BC74}">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44A78CBD-44EE-40BF-BE00-6A4F72FCA20C}">
  <ds:schemaRefs>
    <ds:schemaRef ds:uri="http://schemas.openxmlformats.org/officeDocument/2006/bibliography"/>
  </ds:schemaRefs>
</ds:datastoreItem>
</file>

<file path=customXml/itemProps5.xml><?xml version="1.0" encoding="utf-8"?>
<ds:datastoreItem xmlns:ds="http://schemas.openxmlformats.org/officeDocument/2006/customXml" ds:itemID="{3407EB00-552C-4CF6-927E-E65A84E1CDF8}"/>
</file>

<file path=docProps/app.xml><?xml version="1.0" encoding="utf-8"?>
<Properties xmlns="http://schemas.openxmlformats.org/officeDocument/2006/extended-properties" xmlns:vt="http://schemas.openxmlformats.org/officeDocument/2006/docPropsVTypes">
  <Template>opracowanie%20POL</Template>
  <TotalTime>7</TotalTime>
  <Pages>17</Pages>
  <Words>4326</Words>
  <Characters>25961</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Szrejber Joanna [PGE EC S.A.]</cp:lastModifiedBy>
  <cp:revision>11</cp:revision>
  <cp:lastPrinted>2018-06-04T14:47:00Z</cp:lastPrinted>
  <dcterms:created xsi:type="dcterms:W3CDTF">2025-01-29T13:56:00Z</dcterms:created>
  <dcterms:modified xsi:type="dcterms:W3CDTF">2025-05-18T19:16:00Z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0x010189100072774B0680DB8142B17E62E4832D1A2A</vt:lpwstr>
  </property>
  <property fmtid="{D5CDD505-2E9C-101B-9397-08002B2CF9AE}" pid="3" name="_dlc_DocIdItemGuid">
    <vt:lpwstr>df808bd7-c9af-4e52-bb19-0513fc252cb8</vt:lpwstr>
  </property>
</Properties>
</file>